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6C6F7" w14:textId="6EFA2891" w:rsidR="004B6A16" w:rsidRPr="004B6A16" w:rsidRDefault="004B6A16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6A16">
        <w:rPr>
          <w:rFonts w:ascii="Times New Roman" w:hAnsi="Times New Roman" w:cs="Times New Roman"/>
          <w:b/>
          <w:sz w:val="40"/>
          <w:szCs w:val="40"/>
        </w:rPr>
        <w:t>ANEXO II</w:t>
      </w:r>
    </w:p>
    <w:p w14:paraId="0DF33731" w14:textId="77777777" w:rsidR="004B6A16" w:rsidRPr="004B6A16" w:rsidRDefault="004B6A16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A2D8575" w14:textId="77777777" w:rsidR="004B6A16" w:rsidRDefault="00712888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6A16">
        <w:rPr>
          <w:rFonts w:ascii="Times New Roman" w:hAnsi="Times New Roman" w:cs="Times New Roman"/>
          <w:b/>
          <w:sz w:val="40"/>
          <w:szCs w:val="40"/>
        </w:rPr>
        <w:t>MODELO DE PROPOSTA COMERCIAL</w:t>
      </w:r>
    </w:p>
    <w:p w14:paraId="1EF8AA95" w14:textId="469917A9" w:rsidR="00712888" w:rsidRPr="00712888" w:rsidRDefault="00712888" w:rsidP="00712888">
      <w:pPr>
        <w:jc w:val="center"/>
        <w:rPr>
          <w:rFonts w:ascii="Times New Roman" w:hAnsi="Times New Roman" w:cs="Times New Roman"/>
          <w:b/>
          <w:sz w:val="24"/>
        </w:rPr>
      </w:pPr>
      <w:r w:rsidRPr="00712888">
        <w:rPr>
          <w:rStyle w:val="Ttulo1Char"/>
          <w:rFonts w:ascii="Times New Roman" w:hAnsi="Times New Roman" w:cs="Times New Roman"/>
          <w:b/>
          <w:sz w:val="24"/>
          <w:szCs w:val="24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220"/>
      </w:tblGrid>
      <w:tr w:rsidR="00712888" w:rsidRPr="00712888" w14:paraId="686D3C8B" w14:textId="77777777" w:rsidTr="00D2617F">
        <w:tc>
          <w:tcPr>
            <w:tcW w:w="9211" w:type="dxa"/>
            <w:gridSpan w:val="2"/>
          </w:tcPr>
          <w:p w14:paraId="44B4D571" w14:textId="77777777" w:rsidR="00712888" w:rsidRPr="00712888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12888">
              <w:rPr>
                <w:rFonts w:ascii="Times New Roman" w:hAnsi="Times New Roman" w:cs="Times New Roman"/>
                <w:b/>
                <w:bCs/>
                <w:color w:val="auto"/>
              </w:rPr>
              <w:t>RAZÃO SOCIAL:</w:t>
            </w:r>
          </w:p>
        </w:tc>
      </w:tr>
      <w:tr w:rsidR="00712888" w:rsidRPr="00700FB1" w14:paraId="6310C3AA" w14:textId="77777777" w:rsidTr="00D2617F">
        <w:tc>
          <w:tcPr>
            <w:tcW w:w="9211" w:type="dxa"/>
            <w:gridSpan w:val="2"/>
          </w:tcPr>
          <w:p w14:paraId="41B8A14C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CNPJ:</w:t>
            </w:r>
          </w:p>
        </w:tc>
      </w:tr>
      <w:tr w:rsidR="00712888" w:rsidRPr="00700FB1" w14:paraId="4E3FB8B8" w14:textId="77777777" w:rsidTr="00D2617F">
        <w:tc>
          <w:tcPr>
            <w:tcW w:w="9211" w:type="dxa"/>
            <w:gridSpan w:val="2"/>
          </w:tcPr>
          <w:p w14:paraId="152F2F8C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ENDEREÇO:          CEP:</w:t>
            </w:r>
          </w:p>
        </w:tc>
      </w:tr>
      <w:tr w:rsidR="00712888" w:rsidRPr="00700FB1" w14:paraId="13112B1D" w14:textId="77777777" w:rsidTr="00D2617F">
        <w:tc>
          <w:tcPr>
            <w:tcW w:w="4928" w:type="dxa"/>
          </w:tcPr>
          <w:p w14:paraId="7D9E40C8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MUNICÍPIO: </w:t>
            </w:r>
          </w:p>
        </w:tc>
        <w:tc>
          <w:tcPr>
            <w:tcW w:w="4283" w:type="dxa"/>
          </w:tcPr>
          <w:p w14:paraId="3B2845F9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ESTADO:</w:t>
            </w:r>
          </w:p>
        </w:tc>
      </w:tr>
      <w:tr w:rsidR="00712888" w:rsidRPr="00700FB1" w14:paraId="53171849" w14:textId="77777777" w:rsidTr="00D2617F">
        <w:tc>
          <w:tcPr>
            <w:tcW w:w="4928" w:type="dxa"/>
          </w:tcPr>
          <w:p w14:paraId="14AFC038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E-MAIL:</w:t>
            </w:r>
          </w:p>
        </w:tc>
        <w:tc>
          <w:tcPr>
            <w:tcW w:w="4283" w:type="dxa"/>
          </w:tcPr>
          <w:p w14:paraId="356DDF2A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TELEFONE:</w:t>
            </w:r>
          </w:p>
        </w:tc>
      </w:tr>
      <w:tr w:rsidR="00712888" w:rsidRPr="00700FB1" w14:paraId="2F3B3693" w14:textId="77777777" w:rsidTr="00D2617F">
        <w:tc>
          <w:tcPr>
            <w:tcW w:w="9211" w:type="dxa"/>
            <w:gridSpan w:val="2"/>
          </w:tcPr>
          <w:p w14:paraId="380B940B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REPRESENTANTE LEGAL:</w:t>
            </w:r>
          </w:p>
        </w:tc>
      </w:tr>
      <w:tr w:rsidR="00712888" w:rsidRPr="00700FB1" w14:paraId="386C9740" w14:textId="77777777" w:rsidTr="00D2617F">
        <w:tc>
          <w:tcPr>
            <w:tcW w:w="9211" w:type="dxa"/>
            <w:gridSpan w:val="2"/>
          </w:tcPr>
          <w:p w14:paraId="0DA9714F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CARGO/FUNÇÃO:</w:t>
            </w:r>
          </w:p>
        </w:tc>
      </w:tr>
      <w:tr w:rsidR="00712888" w:rsidRPr="00700FB1" w14:paraId="688CE218" w14:textId="77777777" w:rsidTr="00D2617F">
        <w:tc>
          <w:tcPr>
            <w:tcW w:w="9211" w:type="dxa"/>
            <w:gridSpan w:val="2"/>
          </w:tcPr>
          <w:p w14:paraId="38F34AE4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RESPONSÁVEL PELA ASSINATURA DO CONTRATO:</w:t>
            </w:r>
          </w:p>
        </w:tc>
      </w:tr>
      <w:tr w:rsidR="00712888" w:rsidRPr="00700FB1" w14:paraId="1C8FACCF" w14:textId="77777777" w:rsidTr="00D2617F">
        <w:tc>
          <w:tcPr>
            <w:tcW w:w="9211" w:type="dxa"/>
            <w:gridSpan w:val="2"/>
          </w:tcPr>
          <w:p w14:paraId="7FCAA7AE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CPF:</w:t>
            </w:r>
          </w:p>
        </w:tc>
      </w:tr>
      <w:tr w:rsidR="00712888" w:rsidRPr="00700FB1" w14:paraId="4AB81BCB" w14:textId="77777777" w:rsidTr="00D2617F">
        <w:tc>
          <w:tcPr>
            <w:tcW w:w="9211" w:type="dxa"/>
            <w:gridSpan w:val="2"/>
          </w:tcPr>
          <w:p w14:paraId="4EE53892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</w:tbl>
    <w:p w14:paraId="140F2406" w14:textId="3DC77E24" w:rsidR="00712888" w:rsidRPr="00700FB1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  <w:r w:rsidRPr="00700FB1">
        <w:rPr>
          <w:rFonts w:ascii="Times New Roman" w:hAnsi="Times New Roman" w:cs="Times New Roman"/>
          <w:b/>
          <w:sz w:val="24"/>
        </w:rPr>
        <w:t>1</w:t>
      </w:r>
      <w:r w:rsidRPr="002C4B47">
        <w:rPr>
          <w:rFonts w:ascii="Times New Roman" w:hAnsi="Times New Roman" w:cs="Times New Roman"/>
          <w:b/>
          <w:sz w:val="24"/>
        </w:rPr>
        <w:t xml:space="preserve">. </w:t>
      </w:r>
      <w:r w:rsidRPr="002C4B47">
        <w:rPr>
          <w:rFonts w:ascii="Times New Roman" w:hAnsi="Times New Roman" w:cs="Times New Roman"/>
          <w:sz w:val="24"/>
        </w:rPr>
        <w:t xml:space="preserve">Esta proposta é baseada nas condições estabelecidas no </w:t>
      </w:r>
      <w:r w:rsidRPr="002C4B47">
        <w:rPr>
          <w:rFonts w:ascii="Times New Roman" w:hAnsi="Times New Roman" w:cs="Times New Roman"/>
          <w:b/>
          <w:sz w:val="24"/>
        </w:rPr>
        <w:t>Pregão nº 900</w:t>
      </w:r>
      <w:r w:rsidRPr="002C4B47">
        <w:rPr>
          <w:rFonts w:ascii="Times New Roman" w:hAnsi="Times New Roman" w:cs="Times New Roman"/>
          <w:b/>
          <w:sz w:val="24"/>
          <w:highlight w:val="yellow"/>
        </w:rPr>
        <w:t>XX</w:t>
      </w:r>
      <w:r w:rsidRPr="002C4B47">
        <w:rPr>
          <w:rFonts w:ascii="Times New Roman" w:hAnsi="Times New Roman" w:cs="Times New Roman"/>
          <w:b/>
          <w:sz w:val="24"/>
        </w:rPr>
        <w:t>/202</w:t>
      </w:r>
      <w:r w:rsidR="00E86395">
        <w:rPr>
          <w:rFonts w:ascii="Times New Roman" w:hAnsi="Times New Roman" w:cs="Times New Roman"/>
          <w:b/>
          <w:sz w:val="24"/>
        </w:rPr>
        <w:t>5</w:t>
      </w:r>
      <w:r w:rsidRPr="002C4B47">
        <w:rPr>
          <w:rFonts w:ascii="Times New Roman" w:hAnsi="Times New Roman" w:cs="Times New Roman"/>
          <w:b/>
          <w:sz w:val="24"/>
        </w:rPr>
        <w:t>,</w:t>
      </w:r>
      <w:r w:rsidRPr="002C4B47">
        <w:rPr>
          <w:rFonts w:ascii="Times New Roman" w:hAnsi="Times New Roman" w:cs="Times New Roman"/>
          <w:sz w:val="24"/>
        </w:rPr>
        <w:t xml:space="preserve"> </w:t>
      </w:r>
      <w:r w:rsidRPr="002C4B47">
        <w:rPr>
          <w:rFonts w:ascii="Times New Roman" w:hAnsi="Times New Roman" w:cs="Times New Roman"/>
          <w:bCs/>
          <w:sz w:val="24"/>
        </w:rPr>
        <w:t xml:space="preserve">conforme especificações constantes no </w:t>
      </w:r>
      <w:r w:rsidRPr="002C4B47">
        <w:rPr>
          <w:rFonts w:ascii="Times New Roman" w:hAnsi="Times New Roman" w:cs="Times New Roman"/>
          <w:b/>
          <w:bCs/>
          <w:sz w:val="24"/>
        </w:rPr>
        <w:t>Anexo I - Termo de Referência</w:t>
      </w:r>
      <w:r w:rsidRPr="002C4B47">
        <w:rPr>
          <w:rFonts w:ascii="Times New Roman" w:hAnsi="Times New Roman" w:cs="Times New Roman"/>
          <w:bCs/>
          <w:sz w:val="24"/>
        </w:rPr>
        <w:t xml:space="preserve">, </w:t>
      </w:r>
      <w:r w:rsidRPr="002C4B47">
        <w:rPr>
          <w:rFonts w:ascii="Times New Roman" w:hAnsi="Times New Roman" w:cs="Times New Roman"/>
          <w:sz w:val="24"/>
        </w:rPr>
        <w:t xml:space="preserve">cujo objeto é a </w:t>
      </w:r>
      <w:r w:rsidR="002C4B47" w:rsidRPr="002C4B47">
        <w:rPr>
          <w:rFonts w:ascii="Times New Roman" w:hAnsi="Times New Roman" w:cs="Times New Roman"/>
          <w:b/>
          <w:sz w:val="24"/>
        </w:rPr>
        <w:t>Contratação de prestação de serviço de terceirização (outsourcing) e fornecimento de impressoras no modelo franquias de impressão, com prestação de serviços de manutenção preventiva e corretiva, suporte técnico e fornecimento de suprimentos.</w:t>
      </w:r>
    </w:p>
    <w:p w14:paraId="23E5B586" w14:textId="77777777" w:rsidR="00712888" w:rsidRPr="00712888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1F33E681" w14:textId="77777777" w:rsidR="00534CBF" w:rsidRPr="00712888" w:rsidRDefault="00534CBF" w:rsidP="00534CBF">
      <w:pPr>
        <w:autoSpaceDE w:val="0"/>
        <w:autoSpaceDN w:val="0"/>
        <w:adjustRightInd w:val="0"/>
        <w:rPr>
          <w:rFonts w:ascii="Times New Roman" w:hAnsi="Times New Roman" w:cs="Times New Roman"/>
          <w:color w:val="333333"/>
          <w:sz w:val="24"/>
        </w:rPr>
      </w:pPr>
    </w:p>
    <w:tbl>
      <w:tblPr>
        <w:tblW w:w="1020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977"/>
        <w:gridCol w:w="1417"/>
        <w:gridCol w:w="851"/>
        <w:gridCol w:w="1843"/>
        <w:gridCol w:w="1843"/>
      </w:tblGrid>
      <w:tr w:rsidR="00427CAD" w:rsidRPr="00712888" w14:paraId="1A370EA5" w14:textId="20BD9B2E" w:rsidTr="00E316FF">
        <w:trPr>
          <w:trHeight w:val="785"/>
        </w:trPr>
        <w:tc>
          <w:tcPr>
            <w:tcW w:w="1276" w:type="dxa"/>
            <w:shd w:val="clear" w:color="auto" w:fill="95B3D7" w:themeFill="accent1" w:themeFillTint="99"/>
            <w:vAlign w:val="center"/>
          </w:tcPr>
          <w:p w14:paraId="1A370E99" w14:textId="25ABE42B" w:rsidR="00427CAD" w:rsidRPr="00712888" w:rsidRDefault="00427CAD" w:rsidP="00712888">
            <w:pPr>
              <w:widowControl w:val="0"/>
              <w:suppressAutoHyphens/>
              <w:ind w:right="25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bookmarkStart w:id="0" w:name="_Hlk45035099"/>
            <w:r w:rsidRPr="00712888">
              <w:rPr>
                <w:rFonts w:ascii="Times New Roman" w:hAnsi="Times New Roman" w:cs="Times New Roman"/>
                <w:b/>
                <w:bCs/>
                <w:sz w:val="24"/>
              </w:rPr>
              <w:t>ITEM</w:t>
            </w:r>
          </w:p>
          <w:p w14:paraId="1A370E9A" w14:textId="77777777" w:rsidR="00427CAD" w:rsidRPr="00712888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977" w:type="dxa"/>
            <w:shd w:val="clear" w:color="auto" w:fill="95B3D7" w:themeFill="accent1" w:themeFillTint="99"/>
            <w:vAlign w:val="center"/>
          </w:tcPr>
          <w:p w14:paraId="1A370E9B" w14:textId="77777777" w:rsidR="00427CAD" w:rsidRPr="00712888" w:rsidRDefault="00427CAD" w:rsidP="00835E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2888">
              <w:rPr>
                <w:rFonts w:ascii="Times New Roman" w:hAnsi="Times New Roman" w:cs="Times New Roman"/>
                <w:b/>
                <w:bCs/>
                <w:sz w:val="24"/>
              </w:rPr>
              <w:t>DESCRIÇÃO/</w:t>
            </w:r>
          </w:p>
          <w:p w14:paraId="1A370E9C" w14:textId="77777777" w:rsidR="00427CAD" w:rsidRPr="00712888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712888">
              <w:rPr>
                <w:rFonts w:ascii="Times New Roman" w:hAnsi="Times New Roman" w:cs="Times New Roman"/>
                <w:b/>
                <w:bCs/>
                <w:sz w:val="24"/>
              </w:rPr>
              <w:t>ESPECIFICAÇÃO</w:t>
            </w:r>
          </w:p>
        </w:tc>
        <w:tc>
          <w:tcPr>
            <w:tcW w:w="1417" w:type="dxa"/>
            <w:shd w:val="clear" w:color="auto" w:fill="95B3D7" w:themeFill="accent1" w:themeFillTint="99"/>
            <w:vAlign w:val="center"/>
          </w:tcPr>
          <w:p w14:paraId="1A370E9D" w14:textId="4F629315" w:rsidR="00427CAD" w:rsidRPr="00712888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712888">
              <w:rPr>
                <w:rFonts w:ascii="Times New Roman" w:hAnsi="Times New Roman" w:cs="Times New Roman"/>
                <w:b/>
                <w:bCs/>
                <w:sz w:val="24"/>
              </w:rPr>
              <w:t>UNIDADE DE MEDIDA</w:t>
            </w:r>
          </w:p>
        </w:tc>
        <w:tc>
          <w:tcPr>
            <w:tcW w:w="851" w:type="dxa"/>
            <w:shd w:val="clear" w:color="auto" w:fill="95B3D7" w:themeFill="accent1" w:themeFillTint="99"/>
            <w:vAlign w:val="center"/>
          </w:tcPr>
          <w:p w14:paraId="1A370E9E" w14:textId="0D2DBE61" w:rsidR="00427CAD" w:rsidRPr="00712888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712888">
              <w:rPr>
                <w:rFonts w:ascii="Times New Roman" w:hAnsi="Times New Roman" w:cs="Times New Roman"/>
                <w:b/>
                <w:bCs/>
                <w:sz w:val="24"/>
              </w:rPr>
              <w:t>QTD.</w:t>
            </w:r>
          </w:p>
        </w:tc>
        <w:tc>
          <w:tcPr>
            <w:tcW w:w="1843" w:type="dxa"/>
            <w:shd w:val="clear" w:color="auto" w:fill="95B3D7" w:themeFill="accent1" w:themeFillTint="99"/>
            <w:vAlign w:val="center"/>
          </w:tcPr>
          <w:p w14:paraId="1A370E9F" w14:textId="2ED8B854" w:rsidR="00427CAD" w:rsidRPr="00712888" w:rsidRDefault="00427CAD" w:rsidP="00427CA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712888">
              <w:rPr>
                <w:rFonts w:ascii="Times New Roman" w:hAnsi="Times New Roman" w:cs="Times New Roman"/>
                <w:b/>
                <w:bCs/>
                <w:sz w:val="24"/>
              </w:rPr>
              <w:t>VALOR UNITÁRIO</w:t>
            </w:r>
          </w:p>
        </w:tc>
        <w:tc>
          <w:tcPr>
            <w:tcW w:w="1843" w:type="dxa"/>
            <w:shd w:val="clear" w:color="auto" w:fill="95B3D7" w:themeFill="accent1" w:themeFillTint="99"/>
            <w:vAlign w:val="center"/>
          </w:tcPr>
          <w:p w14:paraId="24F6F400" w14:textId="6A42E788" w:rsidR="00427CAD" w:rsidRPr="00712888" w:rsidRDefault="00427CAD" w:rsidP="00427CA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2888">
              <w:rPr>
                <w:rFonts w:ascii="Times New Roman" w:hAnsi="Times New Roman" w:cs="Times New Roman"/>
                <w:b/>
                <w:bCs/>
                <w:sz w:val="24"/>
              </w:rPr>
              <w:t>VALOR TOTAL</w:t>
            </w:r>
          </w:p>
        </w:tc>
      </w:tr>
      <w:tr w:rsidR="002C4B47" w:rsidRPr="00712888" w14:paraId="1A370EAE" w14:textId="30FB77FF" w:rsidTr="00E316FF">
        <w:trPr>
          <w:trHeight w:val="1314"/>
        </w:trPr>
        <w:tc>
          <w:tcPr>
            <w:tcW w:w="1276" w:type="dxa"/>
            <w:vAlign w:val="center"/>
          </w:tcPr>
          <w:p w14:paraId="1A370EA6" w14:textId="1631C49C" w:rsidR="002C4B47" w:rsidRPr="00602554" w:rsidRDefault="002C4B47" w:rsidP="002C4B47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602554">
              <w:rPr>
                <w:rFonts w:ascii="Times New Roman" w:hAnsi="Times New Roman" w:cs="Times New Roman"/>
                <w:b/>
                <w:color w:val="000000"/>
                <w:sz w:val="24"/>
              </w:rPr>
              <w:t>01</w:t>
            </w:r>
          </w:p>
        </w:tc>
        <w:tc>
          <w:tcPr>
            <w:tcW w:w="2977" w:type="dxa"/>
            <w:vAlign w:val="center"/>
          </w:tcPr>
          <w:p w14:paraId="54E77558" w14:textId="77777777" w:rsidR="002C4B47" w:rsidRPr="002C4B47" w:rsidRDefault="002C4B47" w:rsidP="002C4B4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C4B47">
              <w:rPr>
                <w:rFonts w:ascii="Times New Roman" w:hAnsi="Times New Roman" w:cs="Times New Roman"/>
                <w:color w:val="auto"/>
              </w:rPr>
              <w:t xml:space="preserve">Empresa especializada em prestação de serviços de impressão </w:t>
            </w:r>
            <w:r w:rsidRPr="002C4B47">
              <w:rPr>
                <w:rFonts w:ascii="Times New Roman" w:hAnsi="Times New Roman" w:cs="Times New Roman"/>
                <w:b/>
                <w:color w:val="auto"/>
              </w:rPr>
              <w:t>(OUTSOURCING DE IMPRESSAO)</w:t>
            </w:r>
            <w:r w:rsidRPr="002C4B47">
              <w:rPr>
                <w:rFonts w:ascii="Times New Roman" w:hAnsi="Times New Roman" w:cs="Times New Roman"/>
                <w:color w:val="auto"/>
              </w:rPr>
              <w:t xml:space="preserve"> na modalidade franquia de páginas mais excedente, incluídos a disponibilização de equipamentos novos, de primeiro uso, em linha de produção, manutenção preventiva e corretiva, suporte técnico, fornecimento de software de monitoramento remoto e gerenciamento dos equipamentos, e contabilização e de bilhetagem, peças e suprimentos.</w:t>
            </w:r>
          </w:p>
          <w:p w14:paraId="1A370EA7" w14:textId="48327622" w:rsidR="002C4B47" w:rsidRPr="002C4B47" w:rsidRDefault="002C4B47" w:rsidP="002C4B47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2C4B47">
              <w:rPr>
                <w:rFonts w:ascii="Times New Roman" w:hAnsi="Times New Roman" w:cs="Times New Roman"/>
                <w:b/>
                <w:color w:val="auto"/>
              </w:rPr>
              <w:t xml:space="preserve">CATSER: </w:t>
            </w:r>
            <w:r w:rsidRPr="002C4B47">
              <w:rPr>
                <w:rFonts w:ascii="Times New Roman" w:hAnsi="Times New Roman" w:cs="Times New Roman"/>
                <w:b/>
                <w:color w:val="auto"/>
                <w:shd w:val="clear" w:color="auto" w:fill="FFFFFF"/>
              </w:rPr>
              <w:t>26697</w:t>
            </w:r>
          </w:p>
        </w:tc>
        <w:tc>
          <w:tcPr>
            <w:tcW w:w="1417" w:type="dxa"/>
            <w:vAlign w:val="center"/>
          </w:tcPr>
          <w:p w14:paraId="1A370EA8" w14:textId="5B57EB40" w:rsidR="002C4B47" w:rsidRPr="002C4B47" w:rsidRDefault="002C4B47" w:rsidP="002C4B47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Meses</w:t>
            </w:r>
          </w:p>
        </w:tc>
        <w:tc>
          <w:tcPr>
            <w:tcW w:w="851" w:type="dxa"/>
            <w:vAlign w:val="center"/>
          </w:tcPr>
          <w:p w14:paraId="1A370EA9" w14:textId="7FE0142D" w:rsidR="002C4B47" w:rsidRPr="002C4B47" w:rsidRDefault="00C735EB" w:rsidP="002C4B47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843" w:type="dxa"/>
            <w:vAlign w:val="center"/>
          </w:tcPr>
          <w:p w14:paraId="1A370EAA" w14:textId="524CB5AC" w:rsidR="002C4B47" w:rsidRPr="002C4B47" w:rsidRDefault="002C4B47" w:rsidP="002C4B47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C4B47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  <w:tc>
          <w:tcPr>
            <w:tcW w:w="1843" w:type="dxa"/>
            <w:vAlign w:val="center"/>
          </w:tcPr>
          <w:p w14:paraId="3A373CDE" w14:textId="304C0D32" w:rsidR="002C4B47" w:rsidRPr="002C4B47" w:rsidRDefault="002C4B47" w:rsidP="002C4B47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C4B47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</w:tr>
      <w:bookmarkEnd w:id="0"/>
    </w:tbl>
    <w:p w14:paraId="497488AB" w14:textId="77777777" w:rsidR="00A00EC7" w:rsidRPr="00712888" w:rsidRDefault="00A00EC7" w:rsidP="00A00EC7">
      <w:pPr>
        <w:pStyle w:val="Default"/>
        <w:rPr>
          <w:rFonts w:ascii="Times New Roman" w:hAnsi="Times New Roman" w:cs="Times New Roman"/>
        </w:rPr>
      </w:pPr>
    </w:p>
    <w:p w14:paraId="33506BAE" w14:textId="0CB9C9F1" w:rsidR="00712888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  <w:r w:rsidRPr="00712888">
        <w:rPr>
          <w:rFonts w:ascii="Times New Roman" w:hAnsi="Times New Roman" w:cs="Times New Roman"/>
          <w:b/>
          <w:bCs/>
          <w:sz w:val="24"/>
        </w:rPr>
        <w:t xml:space="preserve">Valor Global: R$ </w:t>
      </w:r>
      <w:proofErr w:type="gramStart"/>
      <w:r w:rsidRPr="00712888">
        <w:rPr>
          <w:rFonts w:ascii="Times New Roman" w:hAnsi="Times New Roman" w:cs="Times New Roman"/>
          <w:b/>
          <w:bCs/>
          <w:sz w:val="24"/>
        </w:rPr>
        <w:t>XXX,XX</w:t>
      </w:r>
      <w:proofErr w:type="gramEnd"/>
      <w:r w:rsidRPr="00712888">
        <w:rPr>
          <w:rFonts w:ascii="Times New Roman" w:hAnsi="Times New Roman" w:cs="Times New Roman"/>
          <w:b/>
          <w:bCs/>
          <w:sz w:val="24"/>
        </w:rPr>
        <w:t xml:space="preserve"> (por extenso)</w:t>
      </w:r>
    </w:p>
    <w:p w14:paraId="4E84CDC9" w14:textId="57D76A71" w:rsidR="00C735EB" w:rsidRDefault="00C735EB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</w:p>
    <w:p w14:paraId="2F2516DE" w14:textId="77777777" w:rsidR="00C735EB" w:rsidRPr="00C735EB" w:rsidRDefault="00C735EB" w:rsidP="00C735E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b/>
          <w:bCs/>
          <w:sz w:val="24"/>
        </w:rPr>
        <w:t>1.2. Especificações técnicas de referência</w:t>
      </w:r>
      <w:r w:rsidRPr="00C735EB">
        <w:rPr>
          <w:rFonts w:ascii="Times New Roman" w:hAnsi="Times New Roman" w:cs="Times New Roman"/>
          <w:sz w:val="24"/>
        </w:rPr>
        <w:t>:</w:t>
      </w:r>
    </w:p>
    <w:p w14:paraId="3CEB0E07" w14:textId="77777777" w:rsidR="00C735EB" w:rsidRPr="00C735EB" w:rsidRDefault="00C735EB" w:rsidP="00C735E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b/>
          <w:bCs/>
          <w:sz w:val="24"/>
        </w:rPr>
        <w:t>1.2.1. Composição do faturamento</w:t>
      </w:r>
    </w:p>
    <w:p w14:paraId="2085F20B" w14:textId="3038471D" w:rsidR="00C735EB" w:rsidRPr="00C735EB" w:rsidRDefault="00C735EB" w:rsidP="00C735E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b/>
          <w:bCs/>
          <w:sz w:val="24"/>
        </w:rPr>
        <w:t xml:space="preserve">1.2.1.1. </w:t>
      </w:r>
      <w:r w:rsidRPr="00C735EB">
        <w:rPr>
          <w:rFonts w:ascii="Times New Roman" w:hAnsi="Times New Roman" w:cs="Times New Roman"/>
          <w:sz w:val="24"/>
        </w:rPr>
        <w:t xml:space="preserve">O faturamento </w:t>
      </w:r>
      <w:r w:rsidR="00EE18EF">
        <w:rPr>
          <w:rFonts w:ascii="Times New Roman" w:hAnsi="Times New Roman" w:cs="Times New Roman"/>
          <w:sz w:val="24"/>
        </w:rPr>
        <w:t>será</w:t>
      </w:r>
      <w:r w:rsidRPr="00C735EB">
        <w:rPr>
          <w:rFonts w:ascii="Times New Roman" w:hAnsi="Times New Roman" w:cs="Times New Roman"/>
          <w:sz w:val="24"/>
        </w:rPr>
        <w:t xml:space="preserve"> realizado pela somatória das franquias dos equipamentos de mesmo tipo conforme abaixo. </w:t>
      </w:r>
    </w:p>
    <w:tbl>
      <w:tblPr>
        <w:tblW w:w="80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9"/>
        <w:gridCol w:w="1435"/>
        <w:gridCol w:w="915"/>
        <w:gridCol w:w="1110"/>
        <w:gridCol w:w="1536"/>
        <w:gridCol w:w="1590"/>
      </w:tblGrid>
      <w:tr w:rsidR="00C735EB" w:rsidRPr="00C735EB" w14:paraId="5AD2080D" w14:textId="77777777" w:rsidTr="003E124C">
        <w:trPr>
          <w:trHeight w:val="735"/>
          <w:jc w:val="center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A35F1F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495ED"/>
            <w:vAlign w:val="center"/>
            <w:hideMark/>
          </w:tcPr>
          <w:p w14:paraId="0F84FAE9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Franquia mensal / impressora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495ED"/>
            <w:noWrap/>
            <w:vAlign w:val="center"/>
            <w:hideMark/>
          </w:tcPr>
          <w:p w14:paraId="7B9A7D87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Quantidade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495ED"/>
            <w:noWrap/>
            <w:vAlign w:val="center"/>
            <w:hideMark/>
          </w:tcPr>
          <w:p w14:paraId="70CEAFC8" w14:textId="77777777" w:rsidR="00C735EB" w:rsidRPr="00C735EB" w:rsidRDefault="00C735EB" w:rsidP="00C735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Franquia</w:t>
            </w:r>
          </w:p>
          <w:p w14:paraId="443A82B8" w14:textId="77777777" w:rsidR="00C735EB" w:rsidRPr="00C735EB" w:rsidRDefault="00C735EB" w:rsidP="00C735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mensal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495ED"/>
            <w:vAlign w:val="center"/>
            <w:hideMark/>
          </w:tcPr>
          <w:p w14:paraId="13B59873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Valor por franquia / impressora / mês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495ED"/>
            <w:vAlign w:val="center"/>
            <w:hideMark/>
          </w:tcPr>
          <w:p w14:paraId="38A631D2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Valor por franquia / impressora / ano</w:t>
            </w:r>
          </w:p>
        </w:tc>
      </w:tr>
      <w:tr w:rsidR="00C735EB" w:rsidRPr="00C735EB" w14:paraId="3123AA03" w14:textId="77777777" w:rsidTr="003E124C">
        <w:trPr>
          <w:trHeight w:val="435"/>
          <w:jc w:val="center"/>
        </w:trPr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6495ED"/>
            <w:vAlign w:val="center"/>
            <w:hideMark/>
          </w:tcPr>
          <w:p w14:paraId="468BAE7E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Tipo I - Monocromática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77B1F475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00FC20CC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6382E1FD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34200</w:t>
            </w:r>
          </w:p>
        </w:tc>
        <w:tc>
          <w:tcPr>
            <w:tcW w:w="15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2F248360" w14:textId="03AF659A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 R$ </w:t>
            </w:r>
            <w:proofErr w:type="gramStart"/>
            <w:r w:rsidR="003E124C">
              <w:rPr>
                <w:rFonts w:ascii="Calibri" w:hAnsi="Calibri" w:cs="Calibri"/>
                <w:color w:val="000000"/>
                <w:sz w:val="18"/>
                <w:szCs w:val="18"/>
              </w:rPr>
              <w:t>XX,XX</w:t>
            </w:r>
            <w:proofErr w:type="gramEnd"/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26D0BE5C" w14:textId="4300DE58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 R$ </w:t>
            </w:r>
            <w:proofErr w:type="gramStart"/>
            <w:r w:rsidR="003E124C">
              <w:rPr>
                <w:rFonts w:ascii="Calibri" w:hAnsi="Calibri" w:cs="Calibri"/>
                <w:color w:val="000000"/>
                <w:sz w:val="18"/>
                <w:szCs w:val="18"/>
              </w:rPr>
              <w:t>XX,XX</w:t>
            </w:r>
            <w:proofErr w:type="gramEnd"/>
          </w:p>
        </w:tc>
      </w:tr>
      <w:tr w:rsidR="00C735EB" w:rsidRPr="00C735EB" w14:paraId="1C7EC7F9" w14:textId="77777777" w:rsidTr="003E124C">
        <w:trPr>
          <w:trHeight w:val="855"/>
          <w:jc w:val="center"/>
        </w:trPr>
        <w:tc>
          <w:tcPr>
            <w:tcW w:w="14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6495ED"/>
            <w:vAlign w:val="center"/>
            <w:hideMark/>
          </w:tcPr>
          <w:p w14:paraId="403DFFB8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Tipo II - Policromática (função monocromática)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25880C63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6F5003EF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6BB3DD16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5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6E35792B" w14:textId="37396C67" w:rsidR="00C735EB" w:rsidRPr="00C735EB" w:rsidRDefault="00EE18EF" w:rsidP="00C735E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E18EF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-</w:t>
            </w:r>
            <w:r w:rsidR="00C735EB" w:rsidRPr="00C735E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   </w:t>
            </w:r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14766148" w14:textId="78842EFF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735E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 </w:t>
            </w:r>
            <w:r w:rsidR="00EE18EF" w:rsidRPr="00EE18EF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-</w:t>
            </w:r>
            <w:r w:rsidRPr="00C735E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   </w:t>
            </w:r>
          </w:p>
        </w:tc>
      </w:tr>
      <w:tr w:rsidR="003E124C" w:rsidRPr="00C735EB" w14:paraId="3FD3B702" w14:textId="77777777" w:rsidTr="003E124C">
        <w:trPr>
          <w:trHeight w:val="855"/>
          <w:jc w:val="center"/>
        </w:trPr>
        <w:tc>
          <w:tcPr>
            <w:tcW w:w="14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6495ED"/>
            <w:vAlign w:val="center"/>
            <w:hideMark/>
          </w:tcPr>
          <w:p w14:paraId="46CA5381" w14:textId="77777777" w:rsidR="003E124C" w:rsidRPr="00C735EB" w:rsidRDefault="003E124C" w:rsidP="003E12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Tipo II - Policromática (função policromática)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5AF2509B" w14:textId="77777777" w:rsidR="003E124C" w:rsidRPr="00C735EB" w:rsidRDefault="003E124C" w:rsidP="003E12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1D0B34DC" w14:textId="77777777" w:rsidR="003E124C" w:rsidRPr="00C735EB" w:rsidRDefault="003E124C" w:rsidP="003E12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51F79AA3" w14:textId="77777777" w:rsidR="003E124C" w:rsidRPr="00C735EB" w:rsidRDefault="003E124C" w:rsidP="003E12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5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hideMark/>
          </w:tcPr>
          <w:p w14:paraId="08DB367D" w14:textId="77777777" w:rsidR="003E124C" w:rsidRDefault="003E124C" w:rsidP="003E124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2F43A54" w14:textId="5CC61FEB" w:rsidR="003E124C" w:rsidRPr="00C735EB" w:rsidRDefault="003E124C" w:rsidP="003E12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R$ </w:t>
            </w:r>
            <w:proofErr w:type="gramStart"/>
            <w:r w:rsidRPr="00FB2166">
              <w:rPr>
                <w:rFonts w:ascii="Calibri" w:hAnsi="Calibri" w:cs="Calibri"/>
                <w:color w:val="000000"/>
                <w:sz w:val="18"/>
                <w:szCs w:val="18"/>
              </w:rPr>
              <w:t>XX,XX</w:t>
            </w:r>
            <w:proofErr w:type="gramEnd"/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hideMark/>
          </w:tcPr>
          <w:p w14:paraId="68ED6789" w14:textId="77777777" w:rsidR="003E124C" w:rsidRDefault="003E124C" w:rsidP="003E124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E6E7D90" w14:textId="5B125255" w:rsidR="003E124C" w:rsidRPr="00C735EB" w:rsidRDefault="003E124C" w:rsidP="003E12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R$ </w:t>
            </w:r>
            <w:proofErr w:type="gramStart"/>
            <w:r w:rsidRPr="00FB2166">
              <w:rPr>
                <w:rFonts w:ascii="Calibri" w:hAnsi="Calibri" w:cs="Calibri"/>
                <w:color w:val="000000"/>
                <w:sz w:val="18"/>
                <w:szCs w:val="18"/>
              </w:rPr>
              <w:t>XX,XX</w:t>
            </w:r>
            <w:proofErr w:type="gramEnd"/>
          </w:p>
        </w:tc>
      </w:tr>
      <w:tr w:rsidR="00C735EB" w:rsidRPr="00C735EB" w14:paraId="7EF3F476" w14:textId="77777777" w:rsidTr="003E124C">
        <w:trPr>
          <w:trHeight w:val="435"/>
          <w:jc w:val="center"/>
        </w:trPr>
        <w:tc>
          <w:tcPr>
            <w:tcW w:w="14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6495ED"/>
            <w:vAlign w:val="center"/>
            <w:hideMark/>
          </w:tcPr>
          <w:p w14:paraId="38209C52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Tipo III - Multifuncional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5619D266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37A98060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7CAEBD3C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5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569EA93F" w14:textId="4C48D4F4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 R$ </w:t>
            </w:r>
            <w:proofErr w:type="gramStart"/>
            <w:r w:rsidR="003E124C">
              <w:rPr>
                <w:rFonts w:ascii="Calibri" w:hAnsi="Calibri" w:cs="Calibri"/>
                <w:color w:val="000000"/>
                <w:sz w:val="18"/>
                <w:szCs w:val="18"/>
              </w:rPr>
              <w:t>XX,XX</w:t>
            </w:r>
            <w:proofErr w:type="gramEnd"/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1FCFB8DF" w14:textId="02F5EBCC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 R$ </w:t>
            </w:r>
            <w:proofErr w:type="gramStart"/>
            <w:r w:rsidR="003E124C">
              <w:rPr>
                <w:rFonts w:ascii="Calibri" w:hAnsi="Calibri" w:cs="Calibri"/>
                <w:color w:val="000000"/>
                <w:sz w:val="18"/>
                <w:szCs w:val="18"/>
              </w:rPr>
              <w:t>XX,XX</w:t>
            </w:r>
            <w:proofErr w:type="gramEnd"/>
          </w:p>
        </w:tc>
      </w:tr>
      <w:tr w:rsidR="00C735EB" w:rsidRPr="00C735EB" w14:paraId="34E6B5E2" w14:textId="77777777" w:rsidTr="003E124C">
        <w:trPr>
          <w:trHeight w:val="435"/>
          <w:jc w:val="center"/>
        </w:trPr>
        <w:tc>
          <w:tcPr>
            <w:tcW w:w="14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6495ED"/>
            <w:vAlign w:val="center"/>
            <w:hideMark/>
          </w:tcPr>
          <w:p w14:paraId="6FF64E92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noWrap/>
            <w:vAlign w:val="center"/>
            <w:hideMark/>
          </w:tcPr>
          <w:p w14:paraId="5731330B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noWrap/>
            <w:vAlign w:val="center"/>
            <w:hideMark/>
          </w:tcPr>
          <w:p w14:paraId="15801E84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noWrap/>
            <w:vAlign w:val="center"/>
            <w:hideMark/>
          </w:tcPr>
          <w:p w14:paraId="6F1F688B" w14:textId="7777777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22FA9E59" w14:textId="32E40617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 R$ </w:t>
            </w:r>
            <w:proofErr w:type="gramStart"/>
            <w:r w:rsidR="003E124C">
              <w:rPr>
                <w:rFonts w:ascii="Calibri" w:hAnsi="Calibri" w:cs="Calibri"/>
                <w:color w:val="000000"/>
                <w:sz w:val="18"/>
                <w:szCs w:val="18"/>
              </w:rPr>
              <w:t>XX,XX</w:t>
            </w:r>
            <w:proofErr w:type="gramEnd"/>
          </w:p>
        </w:tc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03998DEF" w14:textId="3D109421" w:rsidR="00C735EB" w:rsidRPr="00C735EB" w:rsidRDefault="00C735EB" w:rsidP="00C735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 R$ </w:t>
            </w:r>
            <w:proofErr w:type="gramStart"/>
            <w:r w:rsidR="003E124C">
              <w:rPr>
                <w:rFonts w:ascii="Calibri" w:hAnsi="Calibri" w:cs="Calibri"/>
                <w:color w:val="000000"/>
                <w:sz w:val="18"/>
                <w:szCs w:val="18"/>
              </w:rPr>
              <w:t>XX,XX</w:t>
            </w:r>
            <w:proofErr w:type="gramEnd"/>
          </w:p>
        </w:tc>
      </w:tr>
    </w:tbl>
    <w:p w14:paraId="11DC7173" w14:textId="77777777" w:rsidR="00C735EB" w:rsidRPr="00C735EB" w:rsidRDefault="00C735EB" w:rsidP="00C735E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1.2.1.2. O faturamento dos excedentes será calculado através da diferença da quantidade de páginas impressas pela franquia contratada e será multiplicado pelo valor da página excedente. </w:t>
      </w:r>
    </w:p>
    <w:p w14:paraId="50F91428" w14:textId="337F6D5B" w:rsidR="00C735EB" w:rsidRPr="00C735EB" w:rsidRDefault="00C735EB" w:rsidP="00C735E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 xml:space="preserve">1.2.1.3. O Tipo II - Policromática na sua função monocromática </w:t>
      </w:r>
      <w:r w:rsidR="00EE18EF">
        <w:rPr>
          <w:rFonts w:ascii="Times New Roman" w:hAnsi="Times New Roman" w:cs="Times New Roman"/>
          <w:sz w:val="24"/>
        </w:rPr>
        <w:t>possui</w:t>
      </w:r>
      <w:r w:rsidRPr="00C735EB">
        <w:rPr>
          <w:rFonts w:ascii="Times New Roman" w:hAnsi="Times New Roman" w:cs="Times New Roman"/>
          <w:sz w:val="24"/>
        </w:rPr>
        <w:t xml:space="preserve"> franquia </w:t>
      </w:r>
      <w:r w:rsidR="00EE18EF" w:rsidRPr="00C735EB">
        <w:rPr>
          <w:rFonts w:ascii="Times New Roman" w:hAnsi="Times New Roman" w:cs="Times New Roman"/>
          <w:sz w:val="24"/>
        </w:rPr>
        <w:t>mínima</w:t>
      </w:r>
      <w:r w:rsidRPr="00C735EB">
        <w:rPr>
          <w:rFonts w:ascii="Times New Roman" w:hAnsi="Times New Roman" w:cs="Times New Roman"/>
          <w:sz w:val="24"/>
        </w:rPr>
        <w:t xml:space="preserve"> sem cobrança conforme quadro acima, e em caso de excedente ser cobrado como Excedente de tipo II. </w:t>
      </w:r>
    </w:p>
    <w:tbl>
      <w:tblPr>
        <w:tblW w:w="853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9"/>
        <w:gridCol w:w="2111"/>
        <w:gridCol w:w="1772"/>
        <w:gridCol w:w="1833"/>
      </w:tblGrid>
      <w:tr w:rsidR="00C735EB" w:rsidRPr="00C735EB" w14:paraId="59B89856" w14:textId="77777777" w:rsidTr="00C735EB">
        <w:trPr>
          <w:trHeight w:val="735"/>
          <w:jc w:val="center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71207" w14:textId="77777777" w:rsidR="00C735EB" w:rsidRPr="00C735EB" w:rsidRDefault="00C735EB" w:rsidP="00C735E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495ED"/>
            <w:vAlign w:val="center"/>
            <w:hideMark/>
          </w:tcPr>
          <w:p w14:paraId="1ECB8C08" w14:textId="77777777" w:rsidR="00C735EB" w:rsidRPr="00C735EB" w:rsidRDefault="00C735EB" w:rsidP="00C735E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Valor por página excedente (R$)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495ED"/>
            <w:vAlign w:val="center"/>
            <w:hideMark/>
          </w:tcPr>
          <w:p w14:paraId="01C7E18E" w14:textId="77777777" w:rsidR="00C735EB" w:rsidRPr="00C735EB" w:rsidRDefault="00C735EB" w:rsidP="00C735E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5% de excedente / mês (páginas)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495ED"/>
            <w:vAlign w:val="center"/>
            <w:hideMark/>
          </w:tcPr>
          <w:p w14:paraId="6C24C579" w14:textId="77777777" w:rsidR="00C735EB" w:rsidRPr="00C735EB" w:rsidRDefault="00C735EB" w:rsidP="00C735E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Previsão 5% da franquia (R$)</w:t>
            </w:r>
          </w:p>
        </w:tc>
      </w:tr>
      <w:tr w:rsidR="00C735EB" w:rsidRPr="00C735EB" w14:paraId="73AAA3BC" w14:textId="77777777" w:rsidTr="00C735EB">
        <w:trPr>
          <w:trHeight w:val="645"/>
          <w:jc w:val="center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6495ED"/>
            <w:vAlign w:val="center"/>
            <w:hideMark/>
          </w:tcPr>
          <w:p w14:paraId="19B902DF" w14:textId="77777777" w:rsidR="00C735EB" w:rsidRPr="00C735EB" w:rsidRDefault="00C735EB" w:rsidP="00C735E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Excedente Tipo I - Monocromática e Multifuncional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AFE081" w14:textId="24C03EBC" w:rsidR="00C735EB" w:rsidRPr="00C735EB" w:rsidRDefault="00C735EB" w:rsidP="009A23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R$ </w:t>
            </w:r>
            <w:proofErr w:type="gramStart"/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0,</w:t>
            </w:r>
            <w:r w:rsidR="00EE18EF">
              <w:rPr>
                <w:rFonts w:ascii="Calibri" w:hAnsi="Calibri" w:cs="Calibri"/>
                <w:color w:val="000000"/>
                <w:sz w:val="18"/>
                <w:szCs w:val="18"/>
              </w:rPr>
              <w:t>XX</w:t>
            </w:r>
            <w:proofErr w:type="gram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4973F" w14:textId="77777777" w:rsidR="00C735EB" w:rsidRPr="00C735EB" w:rsidRDefault="00C735EB" w:rsidP="009A23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1760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6B1252" w14:textId="415F60AE" w:rsidR="00C735EB" w:rsidRPr="00C735EB" w:rsidRDefault="00C735EB" w:rsidP="009A23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R$ </w:t>
            </w:r>
            <w:proofErr w:type="gramStart"/>
            <w:r w:rsidR="00EE18EF">
              <w:rPr>
                <w:rFonts w:ascii="Calibri" w:hAnsi="Calibri" w:cs="Calibri"/>
                <w:color w:val="000000"/>
                <w:sz w:val="18"/>
                <w:szCs w:val="18"/>
              </w:rPr>
              <w:t>XX,XX</w:t>
            </w:r>
            <w:proofErr w:type="gramEnd"/>
          </w:p>
        </w:tc>
      </w:tr>
      <w:tr w:rsidR="00C735EB" w:rsidRPr="00C735EB" w14:paraId="4E765992" w14:textId="77777777" w:rsidTr="00C735EB">
        <w:trPr>
          <w:trHeight w:val="855"/>
          <w:jc w:val="center"/>
        </w:trPr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6495ED"/>
            <w:vAlign w:val="center"/>
            <w:hideMark/>
          </w:tcPr>
          <w:p w14:paraId="74585C3A" w14:textId="77777777" w:rsidR="00C735EB" w:rsidRPr="00C735EB" w:rsidRDefault="00C735EB" w:rsidP="00C735E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Excedente Tipo II - Policromática</w:t>
            </w:r>
          </w:p>
        </w:tc>
        <w:tc>
          <w:tcPr>
            <w:tcW w:w="20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723DD" w14:textId="7E338AC9" w:rsidR="00C735EB" w:rsidRPr="00C735EB" w:rsidRDefault="00C735EB" w:rsidP="009A23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R$ </w:t>
            </w:r>
            <w:proofErr w:type="gramStart"/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0,</w:t>
            </w:r>
            <w:r w:rsidR="00EE18EF">
              <w:rPr>
                <w:rFonts w:ascii="Calibri" w:hAnsi="Calibri" w:cs="Calibri"/>
                <w:color w:val="000000"/>
                <w:sz w:val="18"/>
                <w:szCs w:val="18"/>
              </w:rPr>
              <w:t>XX</w:t>
            </w:r>
            <w:proofErr w:type="gramEnd"/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7CCCB" w14:textId="77777777" w:rsidR="00C735EB" w:rsidRPr="00C735EB" w:rsidRDefault="00C735EB" w:rsidP="009A23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C87D29" w14:textId="030CD3A6" w:rsidR="00C735EB" w:rsidRPr="00C735EB" w:rsidRDefault="00C735EB" w:rsidP="009A23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Calibri" w:hAnsi="Calibri" w:cs="Calibri"/>
                <w:color w:val="000000"/>
                <w:sz w:val="18"/>
                <w:szCs w:val="18"/>
              </w:rPr>
              <w:t>R$ </w:t>
            </w:r>
            <w:proofErr w:type="gramStart"/>
            <w:r w:rsidR="00EE18EF">
              <w:rPr>
                <w:rFonts w:ascii="Calibri" w:hAnsi="Calibri" w:cs="Calibri"/>
                <w:color w:val="000000"/>
                <w:sz w:val="18"/>
                <w:szCs w:val="18"/>
              </w:rPr>
              <w:t>XX,XX</w:t>
            </w:r>
            <w:proofErr w:type="gramEnd"/>
          </w:p>
        </w:tc>
      </w:tr>
    </w:tbl>
    <w:p w14:paraId="2D57216A" w14:textId="44887F4C" w:rsidR="00C735EB" w:rsidRPr="00C735EB" w:rsidRDefault="00C735EB" w:rsidP="00C735E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 xml:space="preserve">1.2.2. Os equipamentos serão </w:t>
      </w:r>
      <w:r w:rsidR="00A84ED6" w:rsidRPr="00C735EB">
        <w:rPr>
          <w:rFonts w:ascii="Times New Roman" w:hAnsi="Times New Roman" w:cs="Times New Roman"/>
          <w:sz w:val="24"/>
        </w:rPr>
        <w:t>distribuídos</w:t>
      </w:r>
      <w:r w:rsidRPr="00C735EB">
        <w:rPr>
          <w:rFonts w:ascii="Times New Roman" w:hAnsi="Times New Roman" w:cs="Times New Roman"/>
          <w:sz w:val="24"/>
        </w:rPr>
        <w:t xml:space="preserve"> conforme tabela abaixo, com as franquias por impressora definida na última coluna,</w:t>
      </w:r>
      <w:r w:rsidR="00244C5C">
        <w:rPr>
          <w:rFonts w:ascii="Times New Roman" w:hAnsi="Times New Roman" w:cs="Times New Roman"/>
          <w:sz w:val="24"/>
        </w:rPr>
        <w:t xml:space="preserve"> </w:t>
      </w:r>
      <w:r w:rsidRPr="00C735EB">
        <w:rPr>
          <w:rFonts w:ascii="Times New Roman" w:hAnsi="Times New Roman" w:cs="Times New Roman"/>
          <w:sz w:val="24"/>
        </w:rPr>
        <w:t>de forma simplificada:</w:t>
      </w:r>
    </w:p>
    <w:p w14:paraId="02A99E27" w14:textId="77777777" w:rsidR="00C735EB" w:rsidRPr="00C735EB" w:rsidRDefault="00C735EB" w:rsidP="00C735E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1.2.2.1. Tipo I - Monocromática: 1800 páginas. Franquia mensal total: 34.200.</w:t>
      </w:r>
    </w:p>
    <w:p w14:paraId="4024EBF3" w14:textId="77777777" w:rsidR="00C735EB" w:rsidRPr="00C735EB" w:rsidRDefault="00C735EB" w:rsidP="00C735E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lastRenderedPageBreak/>
        <w:t>1.2.2.2. Tipo II - Policromática: 500 páginas policromáticas + 130 páginas monocromáticas. Franquia mensal total: 1000 páginas policromáticas + 260 páginas monocromáticas.</w:t>
      </w:r>
    </w:p>
    <w:p w14:paraId="637CA271" w14:textId="77777777" w:rsidR="00C735EB" w:rsidRPr="00C735EB" w:rsidRDefault="00C735EB" w:rsidP="00C735E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1.2.2.3. Tipo III - Multifuncional: 1000 páginas.</w:t>
      </w:r>
    </w:p>
    <w:tbl>
      <w:tblPr>
        <w:tblW w:w="918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5"/>
        <w:gridCol w:w="1522"/>
        <w:gridCol w:w="2525"/>
        <w:gridCol w:w="2458"/>
      </w:tblGrid>
      <w:tr w:rsidR="00C735EB" w:rsidRPr="00C735EB" w14:paraId="6336EBE6" w14:textId="77777777" w:rsidTr="00C735EB">
        <w:trPr>
          <w:jc w:val="center"/>
        </w:trPr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000000"/>
            <w:hideMark/>
          </w:tcPr>
          <w:p w14:paraId="3F70BFBD" w14:textId="77777777" w:rsidR="00C735EB" w:rsidRPr="00C735EB" w:rsidRDefault="00C735EB" w:rsidP="00A84ED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FFFFFF"/>
                <w:sz w:val="24"/>
              </w:rPr>
              <w:t>Local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000000"/>
            <w:hideMark/>
          </w:tcPr>
          <w:p w14:paraId="637884B5" w14:textId="77777777" w:rsidR="00C735EB" w:rsidRPr="00C735EB" w:rsidRDefault="00C735EB" w:rsidP="00A84ED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FFFFFF"/>
                <w:sz w:val="24"/>
              </w:rPr>
              <w:t>Quantidade</w:t>
            </w:r>
          </w:p>
        </w:tc>
        <w:tc>
          <w:tcPr>
            <w:tcW w:w="226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000000"/>
            <w:hideMark/>
          </w:tcPr>
          <w:p w14:paraId="218805CC" w14:textId="77777777" w:rsidR="00C735EB" w:rsidRPr="00C735EB" w:rsidRDefault="00C735EB" w:rsidP="00A84ED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FFFFFF"/>
                <w:sz w:val="24"/>
              </w:rPr>
              <w:t>Modelo</w:t>
            </w:r>
          </w:p>
        </w:tc>
        <w:tc>
          <w:tcPr>
            <w:tcW w:w="22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000000"/>
            <w:hideMark/>
          </w:tcPr>
          <w:p w14:paraId="7A53281D" w14:textId="77777777" w:rsidR="00C735EB" w:rsidRPr="00C735EB" w:rsidRDefault="00C735EB" w:rsidP="00A84ED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FFFFFF"/>
                <w:sz w:val="24"/>
              </w:rPr>
              <w:t>Franquia / impressora</w:t>
            </w:r>
          </w:p>
        </w:tc>
      </w:tr>
      <w:tr w:rsidR="00C735EB" w:rsidRPr="00C735EB" w14:paraId="652FC109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4D04D110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Sede – Brigadeiro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4CD52BFA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2904F581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Tipo I - Monocromática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3E4B2DFB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1800</w:t>
            </w:r>
          </w:p>
        </w:tc>
      </w:tr>
      <w:tr w:rsidR="00C735EB" w:rsidRPr="00C735EB" w14:paraId="6FDA1729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740D61B7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Sede – Brigadeiro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406A9574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53F4533D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Tipo II - Policromática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5F2A2BAB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500 + 130</w:t>
            </w:r>
          </w:p>
        </w:tc>
      </w:tr>
      <w:tr w:rsidR="00C735EB" w:rsidRPr="00C735EB" w14:paraId="3ED01366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1CB76A25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Sede – Brigadeiro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436FD6CC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34902348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Tipo III - Multifuncional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18A64C76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1000</w:t>
            </w:r>
          </w:p>
        </w:tc>
      </w:tr>
      <w:tr w:rsidR="00C735EB" w:rsidRPr="00C735EB" w14:paraId="72C27D2E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4F85034D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ES01 - Campinas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3CDC733F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703DFC4B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Tipo I - Monocromática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1504C33B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1800</w:t>
            </w:r>
          </w:p>
        </w:tc>
      </w:tr>
      <w:tr w:rsidR="00C735EB" w:rsidRPr="00C735EB" w14:paraId="08957811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2A494A3E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ES02 - Bauru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58B2022A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4009F6B3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Tipo I - Monocromática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594A0B04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1800</w:t>
            </w:r>
          </w:p>
        </w:tc>
      </w:tr>
      <w:tr w:rsidR="00C735EB" w:rsidRPr="00C735EB" w14:paraId="1061F83D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692BCEF5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ES03 - Ribeirão Preto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50AF8257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78282EAD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Tipo I - Monocromática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38939257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1800</w:t>
            </w:r>
          </w:p>
        </w:tc>
      </w:tr>
      <w:tr w:rsidR="00C735EB" w:rsidRPr="00C735EB" w14:paraId="01662213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197CED77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ES04 - SJ dos Campos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68AEB5A3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117B0C07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Tipo I - Monocromática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38892BE7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1800</w:t>
            </w:r>
          </w:p>
        </w:tc>
      </w:tr>
      <w:tr w:rsidR="00C735EB" w:rsidRPr="00C735EB" w14:paraId="77D83ED2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4635EE9F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ES05 - SJ do Rio Preto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1E101AB0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6ADC9778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Tipo I - Monocromática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2BABC604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1800</w:t>
            </w:r>
          </w:p>
        </w:tc>
      </w:tr>
      <w:tr w:rsidR="00C735EB" w:rsidRPr="00C735EB" w14:paraId="52F382E2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3DEF0769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ES06 - Pres. Prudente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15FC0A35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01205C8A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Tipo I - Monocromática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518ABFF9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1800</w:t>
            </w:r>
          </w:p>
        </w:tc>
      </w:tr>
      <w:tr w:rsidR="00C735EB" w:rsidRPr="00C735EB" w14:paraId="00DBF7D4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62F0EBB8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ES07 - Araraquara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4F8FE6F5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5E9C1B2B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Tipo I - Monocromática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25CB3C7B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1800</w:t>
            </w:r>
          </w:p>
        </w:tc>
      </w:tr>
      <w:tr w:rsidR="00C735EB" w:rsidRPr="00C735EB" w14:paraId="0F8011EB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11BF3BE3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ES08 - Sorocaba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70692BF6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0DC86010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Tipo I - Monocromática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5B1A0008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1800</w:t>
            </w:r>
          </w:p>
        </w:tc>
      </w:tr>
      <w:tr w:rsidR="00C735EB" w:rsidRPr="00C735EB" w14:paraId="6CA619DE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3F3C2423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ES09 - Santos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01431C4C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06A15153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Tipo I - Monocromática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75B99C17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1800</w:t>
            </w:r>
          </w:p>
        </w:tc>
      </w:tr>
      <w:tr w:rsidR="00C735EB" w:rsidRPr="00C735EB" w14:paraId="004AF470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3B3B4FD0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ES10 - Araçatuba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6D71A345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3B917D8F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Tipo I - Monocromática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578ABB94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1800</w:t>
            </w:r>
          </w:p>
        </w:tc>
      </w:tr>
      <w:tr w:rsidR="00C735EB" w:rsidRPr="00C735EB" w14:paraId="2972CD18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56900DBB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ES11 - Rio Claro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6F6B9CBE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0E691D23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Tipo I - Monocromática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718F81C8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1800</w:t>
            </w:r>
          </w:p>
        </w:tc>
      </w:tr>
      <w:tr w:rsidR="00C735EB" w:rsidRPr="00C735EB" w14:paraId="3FC69C5C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3432D9E0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ES12 - Marília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1DDD3D25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4B7F74F4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Tipo I - Monocromática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73B69D8A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1800</w:t>
            </w:r>
          </w:p>
        </w:tc>
      </w:tr>
      <w:tr w:rsidR="00C735EB" w:rsidRPr="00C735EB" w14:paraId="003DAFAE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41695E8C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Campinas - Arquivo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025CF4A2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4321A12D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Tipo I - Monocromática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7C310946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1800</w:t>
            </w:r>
          </w:p>
        </w:tc>
      </w:tr>
      <w:tr w:rsidR="00C735EB" w:rsidRPr="00C735EB" w14:paraId="12951766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59895364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Sede – Alameda Santos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0451117A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351837A2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Tipo I - Monocromática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7D1B122C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color w:val="000000"/>
                <w:sz w:val="24"/>
              </w:rPr>
              <w:t>1800</w:t>
            </w:r>
          </w:p>
        </w:tc>
      </w:tr>
      <w:tr w:rsidR="00C735EB" w:rsidRPr="00C735EB" w14:paraId="2CD2C3F0" w14:textId="77777777" w:rsidTr="00C735EB">
        <w:trPr>
          <w:jc w:val="center"/>
        </w:trPr>
        <w:tc>
          <w:tcPr>
            <w:tcW w:w="2400" w:type="dxa"/>
            <w:tcBorders>
              <w:top w:val="nil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7CAF6FCE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Sede – Alameda Santos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7161242D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36B5B361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Tipo I - Monocromática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666666"/>
              <w:right w:val="single" w:sz="6" w:space="0" w:color="666666"/>
            </w:tcBorders>
            <w:hideMark/>
          </w:tcPr>
          <w:p w14:paraId="73AF72C4" w14:textId="77777777" w:rsidR="00C735EB" w:rsidRPr="00C735EB" w:rsidRDefault="00C735EB" w:rsidP="00C735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C735EB">
              <w:rPr>
                <w:rFonts w:ascii="Times New Roman" w:hAnsi="Times New Roman" w:cs="Times New Roman"/>
                <w:sz w:val="24"/>
              </w:rPr>
              <w:t>500 + 130</w:t>
            </w:r>
          </w:p>
        </w:tc>
      </w:tr>
    </w:tbl>
    <w:p w14:paraId="2CB3960C" w14:textId="77777777" w:rsidR="00C735EB" w:rsidRPr="00C735EB" w:rsidRDefault="00C735EB" w:rsidP="00C735E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b/>
          <w:bCs/>
          <w:sz w:val="24"/>
        </w:rPr>
        <w:t>1.2.2. Especificações técnicas básicas</w:t>
      </w:r>
    </w:p>
    <w:p w14:paraId="30265F9D" w14:textId="77777777" w:rsidR="00C735EB" w:rsidRPr="00C735EB" w:rsidRDefault="00C735EB" w:rsidP="00C735EB">
      <w:pPr>
        <w:spacing w:before="100" w:beforeAutospacing="1" w:after="100" w:afterAutospacing="1"/>
        <w:ind w:left="6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b/>
          <w:bCs/>
          <w:sz w:val="24"/>
        </w:rPr>
        <w:t>Outsourcing de impressão - locação de equipamento com franquia - monocromático A4 - Impressora Laser – TIPO I - CATSER 26743</w:t>
      </w:r>
    </w:p>
    <w:p w14:paraId="4B2ECB13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Tecnologia de Impressão: Laser/LED Monocromática</w:t>
      </w:r>
    </w:p>
    <w:p w14:paraId="5D31705B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Funções: impressão</w:t>
      </w:r>
    </w:p>
    <w:p w14:paraId="4CB02A20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 xml:space="preserve">Velocidade de impressão A4/Carta de no mínimo 40 </w:t>
      </w:r>
      <w:proofErr w:type="spellStart"/>
      <w:r w:rsidRPr="00C735EB">
        <w:rPr>
          <w:rFonts w:ascii="Times New Roman" w:hAnsi="Times New Roman" w:cs="Times New Roman"/>
          <w:sz w:val="24"/>
        </w:rPr>
        <w:t>ppm</w:t>
      </w:r>
      <w:proofErr w:type="spellEnd"/>
    </w:p>
    <w:p w14:paraId="1D4CEA04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 xml:space="preserve">Qualidade de impressão: 1200 x 1200 </w:t>
      </w:r>
      <w:proofErr w:type="spellStart"/>
      <w:r w:rsidRPr="00C735EB">
        <w:rPr>
          <w:rFonts w:ascii="Times New Roman" w:hAnsi="Times New Roman" w:cs="Times New Roman"/>
          <w:sz w:val="24"/>
        </w:rPr>
        <w:t>dpi</w:t>
      </w:r>
      <w:proofErr w:type="spellEnd"/>
    </w:p>
    <w:p w14:paraId="2ABA4D82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Impressão em frente e verso automático (duplex), no formato A4</w:t>
      </w:r>
    </w:p>
    <w:p w14:paraId="483C3497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Conexões: Rede Ethernet, USB 2.0</w:t>
      </w:r>
    </w:p>
    <w:p w14:paraId="48BA5FD1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Gaveta com capacidade para no mínimo 250 (duzentas e cinquenta) folhas</w:t>
      </w:r>
    </w:p>
    <w:p w14:paraId="30FAC266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Bandeja manual para no mínimo 50 (cinquenta) folhas</w:t>
      </w:r>
    </w:p>
    <w:p w14:paraId="1F0084FE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lastRenderedPageBreak/>
        <w:t xml:space="preserve">Acompanhar transformador, </w:t>
      </w:r>
      <w:proofErr w:type="spellStart"/>
      <w:r w:rsidRPr="00C735EB">
        <w:rPr>
          <w:rFonts w:ascii="Times New Roman" w:hAnsi="Times New Roman" w:cs="Times New Roman"/>
          <w:sz w:val="24"/>
        </w:rPr>
        <w:t>NoBreak</w:t>
      </w:r>
      <w:proofErr w:type="spellEnd"/>
      <w:r w:rsidRPr="00C735EB">
        <w:rPr>
          <w:rFonts w:ascii="Times New Roman" w:hAnsi="Times New Roman" w:cs="Times New Roman"/>
          <w:sz w:val="24"/>
        </w:rPr>
        <w:t xml:space="preserve"> ou estabilizador de tensão compatível com o equipamento, Voltagem do CORE-SP (Bivolt)</w:t>
      </w:r>
    </w:p>
    <w:p w14:paraId="71FAD81E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Possuir certificações de eficiência energética, como o selo Energy Star.</w:t>
      </w:r>
    </w:p>
    <w:p w14:paraId="3F41DA8E" w14:textId="77777777" w:rsidR="00C735EB" w:rsidRPr="00C735EB" w:rsidRDefault="00C735EB" w:rsidP="00C735EB">
      <w:pPr>
        <w:spacing w:before="100" w:beforeAutospacing="1" w:after="100" w:afterAutospacing="1"/>
        <w:ind w:left="6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b/>
          <w:bCs/>
          <w:sz w:val="24"/>
        </w:rPr>
        <w:t>Outsourcing de impressão - locação de equipamento com franquia - policromático A4 - Impressora Laser – TIPO II - CATSER 26778</w:t>
      </w:r>
    </w:p>
    <w:p w14:paraId="5C6A438A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Tecnologia de Impressão: Laser/LED Policromática</w:t>
      </w:r>
    </w:p>
    <w:p w14:paraId="73ADE9AF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Funções: impressão</w:t>
      </w:r>
    </w:p>
    <w:p w14:paraId="71EAD5A2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 xml:space="preserve">Velocidade de impressão A4/Carta de no mínimo 30 </w:t>
      </w:r>
      <w:proofErr w:type="spellStart"/>
      <w:r w:rsidRPr="00C735EB">
        <w:rPr>
          <w:rFonts w:ascii="Times New Roman" w:hAnsi="Times New Roman" w:cs="Times New Roman"/>
          <w:sz w:val="24"/>
        </w:rPr>
        <w:t>ppm</w:t>
      </w:r>
      <w:proofErr w:type="spellEnd"/>
      <w:r w:rsidRPr="00C735EB">
        <w:rPr>
          <w:rFonts w:ascii="Times New Roman" w:hAnsi="Times New Roman" w:cs="Times New Roman"/>
          <w:sz w:val="24"/>
        </w:rPr>
        <w:t xml:space="preserve"> (cor)</w:t>
      </w:r>
    </w:p>
    <w:p w14:paraId="591299D1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 xml:space="preserve">Qualidade de impressão: 600 x 600 </w:t>
      </w:r>
      <w:proofErr w:type="spellStart"/>
      <w:r w:rsidRPr="00C735EB">
        <w:rPr>
          <w:rFonts w:ascii="Times New Roman" w:hAnsi="Times New Roman" w:cs="Times New Roman"/>
          <w:sz w:val="24"/>
        </w:rPr>
        <w:t>dpi</w:t>
      </w:r>
      <w:proofErr w:type="spellEnd"/>
    </w:p>
    <w:p w14:paraId="39A3CB68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Impressão em frente e verso automático (duplex), no formato A4</w:t>
      </w:r>
    </w:p>
    <w:p w14:paraId="5BBF1E82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Conexões: Rede Ethernet, USB 2.0</w:t>
      </w:r>
    </w:p>
    <w:p w14:paraId="4E02573D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Gaveta com capacidade para no mínimo 250 (duzentas e cinquenta) folhas</w:t>
      </w:r>
    </w:p>
    <w:p w14:paraId="4AD99C39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Bandeja manual para no mínimo 50 (cinquenta) folhas</w:t>
      </w:r>
    </w:p>
    <w:p w14:paraId="194B011D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 xml:space="preserve">Acompanhar transformador, </w:t>
      </w:r>
      <w:proofErr w:type="spellStart"/>
      <w:r w:rsidRPr="00C735EB">
        <w:rPr>
          <w:rFonts w:ascii="Times New Roman" w:hAnsi="Times New Roman" w:cs="Times New Roman"/>
          <w:sz w:val="24"/>
        </w:rPr>
        <w:t>NoBreak</w:t>
      </w:r>
      <w:proofErr w:type="spellEnd"/>
      <w:r w:rsidRPr="00C735EB">
        <w:rPr>
          <w:rFonts w:ascii="Times New Roman" w:hAnsi="Times New Roman" w:cs="Times New Roman"/>
          <w:sz w:val="24"/>
        </w:rPr>
        <w:t xml:space="preserve"> ou estabilizador de tensão compatível com o equipamento, Voltagem do CORE-SP (Bivolt)</w:t>
      </w:r>
    </w:p>
    <w:p w14:paraId="6D76772B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Possuir certificações de eficiência energética, como o selo Energy Star.</w:t>
      </w:r>
    </w:p>
    <w:p w14:paraId="74C6B151" w14:textId="77777777" w:rsidR="00C735EB" w:rsidRPr="00C735EB" w:rsidRDefault="00C735EB" w:rsidP="00C735EB">
      <w:pPr>
        <w:spacing w:before="100" w:beforeAutospacing="1" w:after="100" w:afterAutospacing="1"/>
        <w:ind w:left="6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b/>
          <w:bCs/>
          <w:sz w:val="24"/>
        </w:rPr>
        <w:t>Outsourcing de impressão - locação de equipamento com franquia - monocromático A4 - Multifuncional Laser – TIPO III - CATSER 26743</w:t>
      </w:r>
    </w:p>
    <w:p w14:paraId="058D64A5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Tecnologia de Impressão: Laser/LED Monocromática</w:t>
      </w:r>
    </w:p>
    <w:p w14:paraId="1C5AB6EE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Funções: cópia, impressão e digitalização</w:t>
      </w:r>
    </w:p>
    <w:p w14:paraId="5F2889A6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 xml:space="preserve">Velocidade de impressão A4/Carta de no mínimo 45 </w:t>
      </w:r>
      <w:proofErr w:type="spellStart"/>
      <w:r w:rsidRPr="00C735EB">
        <w:rPr>
          <w:rFonts w:ascii="Times New Roman" w:hAnsi="Times New Roman" w:cs="Times New Roman"/>
          <w:sz w:val="24"/>
        </w:rPr>
        <w:t>ppm</w:t>
      </w:r>
      <w:proofErr w:type="spellEnd"/>
    </w:p>
    <w:p w14:paraId="31358032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Velocidade de digitalização de no mínimo 30 imagens por minuto (simplex)</w:t>
      </w:r>
    </w:p>
    <w:p w14:paraId="6C83BE4D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Painel de controle frontal com display tátil de no mínimo 6 polegadas</w:t>
      </w:r>
    </w:p>
    <w:p w14:paraId="15287C66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 xml:space="preserve">Qualidade de impressão: 1200 x 1200 </w:t>
      </w:r>
      <w:proofErr w:type="spellStart"/>
      <w:r w:rsidRPr="00C735EB">
        <w:rPr>
          <w:rFonts w:ascii="Times New Roman" w:hAnsi="Times New Roman" w:cs="Times New Roman"/>
          <w:sz w:val="24"/>
        </w:rPr>
        <w:t>dpi</w:t>
      </w:r>
      <w:proofErr w:type="spellEnd"/>
    </w:p>
    <w:p w14:paraId="4D39023C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Impressão em frente e verso automático (duplex)</w:t>
      </w:r>
    </w:p>
    <w:p w14:paraId="1F17A5F2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Conexões: Rede Ethernet, USB 2.0</w:t>
      </w:r>
    </w:p>
    <w:p w14:paraId="6945E8D6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lastRenderedPageBreak/>
        <w:t>Porta USB para impressão direta no equipamento</w:t>
      </w:r>
    </w:p>
    <w:p w14:paraId="3A02553A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Digitalização pelo ADF, com duplex integrado, com capacidade de no mínima 50 (cinquenta) folhas</w:t>
      </w:r>
    </w:p>
    <w:p w14:paraId="068C52BD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Possibilidade de digitalizar trabalhos para drives USB, e-mail (SMTP) e pastas de rede (SMB)</w:t>
      </w:r>
    </w:p>
    <w:p w14:paraId="504EC6C5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Permitir digitalização nos formatos A4, Carta e Oficio na mesa digitalizadora e ADF</w:t>
      </w:r>
    </w:p>
    <w:p w14:paraId="792C508D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Gaveta com capacidade para no mínimo 250 (duzentas e cinquenta) folhas</w:t>
      </w:r>
    </w:p>
    <w:p w14:paraId="341B1B06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Bandeja manual para no mínimo 50 (cinquenta) folhas</w:t>
      </w:r>
    </w:p>
    <w:p w14:paraId="0EE87AF1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Possuir OCR nativo ou embarcado no equipamento</w:t>
      </w:r>
    </w:p>
    <w:p w14:paraId="07C12727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 xml:space="preserve">Acompanhar transformador, </w:t>
      </w:r>
      <w:proofErr w:type="spellStart"/>
      <w:r w:rsidRPr="00C735EB">
        <w:rPr>
          <w:rFonts w:ascii="Times New Roman" w:hAnsi="Times New Roman" w:cs="Times New Roman"/>
          <w:sz w:val="24"/>
        </w:rPr>
        <w:t>NoBreak</w:t>
      </w:r>
      <w:proofErr w:type="spellEnd"/>
      <w:r w:rsidRPr="00C735EB">
        <w:rPr>
          <w:rFonts w:ascii="Times New Roman" w:hAnsi="Times New Roman" w:cs="Times New Roman"/>
          <w:sz w:val="24"/>
        </w:rPr>
        <w:t xml:space="preserve"> ou estabilizador de tensão compatível com o equipamento, Voltagem do CORE-SP (Bivolt)</w:t>
      </w:r>
    </w:p>
    <w:p w14:paraId="1807AE1B" w14:textId="77777777" w:rsidR="00C735EB" w:rsidRPr="00C735EB" w:rsidRDefault="00C735EB" w:rsidP="00C735EB">
      <w:pPr>
        <w:spacing w:before="100" w:beforeAutospacing="1" w:after="100" w:afterAutospacing="1"/>
        <w:ind w:left="1200"/>
        <w:jc w:val="both"/>
        <w:rPr>
          <w:rFonts w:ascii="Times New Roman" w:hAnsi="Times New Roman" w:cs="Times New Roman"/>
          <w:sz w:val="24"/>
        </w:rPr>
      </w:pPr>
      <w:r w:rsidRPr="00C735EB">
        <w:rPr>
          <w:rFonts w:ascii="Times New Roman" w:hAnsi="Times New Roman" w:cs="Times New Roman"/>
          <w:sz w:val="24"/>
        </w:rPr>
        <w:t>Possuir certificações de eficiência energética, como o selo Energy Star.</w:t>
      </w:r>
    </w:p>
    <w:p w14:paraId="7E1B4365" w14:textId="77777777" w:rsidR="00C735EB" w:rsidRPr="00712888" w:rsidRDefault="00C735EB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</w:p>
    <w:p w14:paraId="3B1F9BF1" w14:textId="77777777" w:rsidR="00712888" w:rsidRPr="00712888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</w:p>
    <w:p w14:paraId="46AE415F" w14:textId="57692FFD" w:rsidR="00712888" w:rsidRPr="00712888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  <w:r w:rsidRPr="00712888">
        <w:rPr>
          <w:rFonts w:ascii="Times New Roman" w:hAnsi="Times New Roman" w:cs="Times New Roman"/>
          <w:b/>
          <w:bCs/>
          <w:sz w:val="24"/>
        </w:rPr>
        <w:t xml:space="preserve">2. Mês de referência dos preços: </w:t>
      </w:r>
      <w:r w:rsidR="002C4B47">
        <w:rPr>
          <w:rFonts w:ascii="Times New Roman" w:hAnsi="Times New Roman" w:cs="Times New Roman"/>
          <w:b/>
          <w:bCs/>
          <w:sz w:val="24"/>
          <w:highlight w:val="yellow"/>
        </w:rPr>
        <w:t>janeiro/2025</w:t>
      </w:r>
    </w:p>
    <w:p w14:paraId="260EA4AB" w14:textId="77777777" w:rsidR="00712888" w:rsidRPr="00712888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</w:p>
    <w:p w14:paraId="3605BDF8" w14:textId="77777777" w:rsidR="00712888" w:rsidRPr="00712888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</w:p>
    <w:p w14:paraId="1555A49E" w14:textId="59EBD9C5" w:rsidR="00712888" w:rsidRPr="00712888" w:rsidRDefault="007E43E8" w:rsidP="00712888">
      <w:pPr>
        <w:jc w:val="both"/>
        <w:textAlignment w:val="top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712888" w:rsidRPr="00712888">
        <w:rPr>
          <w:rFonts w:ascii="Times New Roman" w:hAnsi="Times New Roman" w:cs="Times New Roman"/>
          <w:b/>
          <w:sz w:val="24"/>
        </w:rPr>
        <w:t xml:space="preserve">. </w:t>
      </w:r>
      <w:r w:rsidR="00712888" w:rsidRPr="00712888">
        <w:rPr>
          <w:rFonts w:ascii="Times New Roman" w:hAnsi="Times New Roman" w:cs="Times New Roman"/>
          <w:sz w:val="24"/>
        </w:rPr>
        <w:t xml:space="preserve">Declaramos que esta proposta tem validade pelo prazo de </w:t>
      </w:r>
      <w:r w:rsidR="00712888" w:rsidRPr="00712888">
        <w:rPr>
          <w:rFonts w:ascii="Times New Roman" w:hAnsi="Times New Roman" w:cs="Times New Roman"/>
          <w:b/>
          <w:sz w:val="24"/>
        </w:rPr>
        <w:t>90 (noventa) dias</w:t>
      </w:r>
      <w:r w:rsidR="00712888" w:rsidRPr="00712888">
        <w:rPr>
          <w:rFonts w:ascii="Times New Roman" w:hAnsi="Times New Roman" w:cs="Times New Roman"/>
          <w:sz w:val="24"/>
        </w:rPr>
        <w:t>, contados da data de realização da licitação, e que concordamos com todas as condições estabelecidas no Edital e respectivo Anexo.</w:t>
      </w:r>
    </w:p>
    <w:p w14:paraId="11990CDB" w14:textId="77777777" w:rsidR="00712888" w:rsidRPr="00712888" w:rsidRDefault="00712888" w:rsidP="00712888">
      <w:pPr>
        <w:jc w:val="both"/>
        <w:textAlignment w:val="top"/>
        <w:rPr>
          <w:rFonts w:ascii="Times New Roman" w:hAnsi="Times New Roman" w:cs="Times New Roman"/>
          <w:sz w:val="24"/>
        </w:rPr>
      </w:pPr>
    </w:p>
    <w:p w14:paraId="378EDDAA" w14:textId="66FFA8CB" w:rsidR="00712888" w:rsidRPr="00712888" w:rsidRDefault="007E43E8" w:rsidP="0071288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712888" w:rsidRPr="00712888">
        <w:rPr>
          <w:rFonts w:ascii="Times New Roman" w:hAnsi="Times New Roman" w:cs="Times New Roman"/>
          <w:b/>
          <w:sz w:val="24"/>
        </w:rPr>
        <w:t xml:space="preserve">. </w:t>
      </w:r>
      <w:r w:rsidR="00712888" w:rsidRPr="00712888">
        <w:rPr>
          <w:rFonts w:ascii="Times New Roman" w:hAnsi="Times New Roman" w:cs="Times New Roman"/>
          <w:sz w:val="24"/>
        </w:rPr>
        <w:t xml:space="preserve">Em virtude das regras da Lei nº 13.709/2018 (Lei Geral da Proteção de Dados - LGPD), na qualidade de representante legal, </w:t>
      </w:r>
      <w:r w:rsidR="00712888" w:rsidRPr="00712888">
        <w:rPr>
          <w:rFonts w:ascii="Times New Roman" w:hAnsi="Times New Roman" w:cs="Times New Roman"/>
          <w:b/>
          <w:sz w:val="24"/>
        </w:rPr>
        <w:t>AUTORIZO</w:t>
      </w:r>
      <w:r w:rsidR="00712888" w:rsidRPr="00712888">
        <w:rPr>
          <w:rFonts w:ascii="Times New Roman" w:hAnsi="Times New Roman" w:cs="Times New Roman"/>
          <w:sz w:val="24"/>
        </w:rPr>
        <w:t xml:space="preserve"> a divulgação dos meus dados pessoais na Plataforma de Compras Governamentais (Compras.gov.br), por ocasião da participação no pregão eletrônico ao qual esta proposta vincula-se.</w:t>
      </w:r>
    </w:p>
    <w:p w14:paraId="7EDA8DC2" w14:textId="77777777" w:rsidR="00712888" w:rsidRPr="00712888" w:rsidRDefault="00712888" w:rsidP="00712888">
      <w:pPr>
        <w:jc w:val="both"/>
        <w:rPr>
          <w:rFonts w:ascii="Times New Roman" w:hAnsi="Times New Roman" w:cs="Times New Roman"/>
          <w:b/>
          <w:sz w:val="24"/>
        </w:rPr>
      </w:pPr>
    </w:p>
    <w:p w14:paraId="217D44DD" w14:textId="5D0177F9" w:rsidR="00712888" w:rsidRPr="00712888" w:rsidRDefault="007E43E8" w:rsidP="00712888">
      <w:pPr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712888" w:rsidRPr="00712888">
        <w:rPr>
          <w:rFonts w:ascii="Times New Roman" w:hAnsi="Times New Roman" w:cs="Times New Roman"/>
          <w:b/>
          <w:sz w:val="24"/>
        </w:rPr>
        <w:t xml:space="preserve">.1. </w:t>
      </w:r>
      <w:r w:rsidR="00712888" w:rsidRPr="00712888">
        <w:rPr>
          <w:rFonts w:ascii="Times New Roman" w:hAnsi="Times New Roman" w:cs="Times New Roman"/>
          <w:sz w:val="24"/>
        </w:rPr>
        <w:t>Quanto aos dados pessoais que constarão no contrato/ata, no caso de êxito na licitação:</w:t>
      </w:r>
    </w:p>
    <w:p w14:paraId="5DC78FA6" w14:textId="77777777" w:rsidR="00712888" w:rsidRPr="00712888" w:rsidRDefault="00712888" w:rsidP="00712888">
      <w:pPr>
        <w:jc w:val="both"/>
        <w:rPr>
          <w:rFonts w:ascii="Times New Roman" w:hAnsi="Times New Roman" w:cs="Times New Roman"/>
          <w:sz w:val="24"/>
        </w:rPr>
      </w:pPr>
      <w:r w:rsidRPr="00712888">
        <w:rPr>
          <w:rFonts w:ascii="Times New Roman" w:hAnsi="Times New Roman" w:cs="Times New Roman"/>
          <w:sz w:val="24"/>
        </w:rPr>
        <w:t xml:space="preserve"> 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7512"/>
      </w:tblGrid>
      <w:tr w:rsidR="00712888" w:rsidRPr="00712888" w14:paraId="3D09238C" w14:textId="77777777" w:rsidTr="00D2617F">
        <w:trPr>
          <w:trHeight w:val="440"/>
        </w:trPr>
        <w:tc>
          <w:tcPr>
            <w:tcW w:w="7512" w:type="dxa"/>
            <w:shd w:val="clear" w:color="auto" w:fill="auto"/>
          </w:tcPr>
          <w:p w14:paraId="4BDECA71" w14:textId="653B21F0" w:rsidR="00712888" w:rsidRPr="00712888" w:rsidRDefault="00712888" w:rsidP="00D2617F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712888">
              <w:rPr>
                <w:rFonts w:ascii="Times New Roman" w:hAnsi="Times New Roman" w:cs="Times New Roman"/>
                <w:sz w:val="24"/>
              </w:rPr>
              <w:t xml:space="preserve">(  </w:t>
            </w:r>
            <w:proofErr w:type="gramEnd"/>
            <w:r w:rsidRPr="00712888">
              <w:rPr>
                <w:rFonts w:ascii="Times New Roman" w:hAnsi="Times New Roman" w:cs="Times New Roman"/>
                <w:sz w:val="24"/>
              </w:rPr>
              <w:t xml:space="preserve"> ) </w:t>
            </w:r>
            <w:r w:rsidR="007E43E8">
              <w:rPr>
                <w:rFonts w:ascii="Times New Roman" w:hAnsi="Times New Roman" w:cs="Times New Roman"/>
                <w:sz w:val="24"/>
              </w:rPr>
              <w:t>A</w:t>
            </w:r>
            <w:r w:rsidRPr="00712888">
              <w:rPr>
                <w:rFonts w:ascii="Times New Roman" w:hAnsi="Times New Roman" w:cs="Times New Roman"/>
                <w:sz w:val="24"/>
              </w:rPr>
              <w:t>utorizo a divulgação no Site do Core-SP (Portal da Transparência)</w:t>
            </w:r>
          </w:p>
        </w:tc>
      </w:tr>
      <w:tr w:rsidR="00712888" w:rsidRPr="00712888" w14:paraId="43D9049B" w14:textId="77777777" w:rsidTr="00D2617F">
        <w:tc>
          <w:tcPr>
            <w:tcW w:w="7512" w:type="dxa"/>
            <w:shd w:val="clear" w:color="auto" w:fill="auto"/>
          </w:tcPr>
          <w:p w14:paraId="22A58B2D" w14:textId="14CA1C36" w:rsidR="00712888" w:rsidRPr="00712888" w:rsidRDefault="00712888" w:rsidP="00D2617F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712888">
              <w:rPr>
                <w:rFonts w:ascii="Times New Roman" w:hAnsi="Times New Roman" w:cs="Times New Roman"/>
                <w:sz w:val="24"/>
              </w:rPr>
              <w:t>(</w:t>
            </w:r>
            <w:r w:rsidR="00E316FF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gramEnd"/>
            <w:r w:rsidR="00E316F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12888">
              <w:rPr>
                <w:rFonts w:ascii="Times New Roman" w:hAnsi="Times New Roman" w:cs="Times New Roman"/>
                <w:sz w:val="24"/>
              </w:rPr>
              <w:t xml:space="preserve">) </w:t>
            </w:r>
            <w:r w:rsidRPr="00712888">
              <w:rPr>
                <w:rFonts w:ascii="Times New Roman" w:hAnsi="Times New Roman" w:cs="Times New Roman"/>
                <w:b/>
                <w:sz w:val="24"/>
              </w:rPr>
              <w:t>NÃO</w:t>
            </w:r>
            <w:r w:rsidRPr="00712888">
              <w:rPr>
                <w:rFonts w:ascii="Times New Roman" w:hAnsi="Times New Roman" w:cs="Times New Roman"/>
                <w:sz w:val="24"/>
              </w:rPr>
              <w:t xml:space="preserve"> autorizo a divulgação no Site do Core-SP (Portal da Transparência)</w:t>
            </w:r>
          </w:p>
        </w:tc>
      </w:tr>
    </w:tbl>
    <w:p w14:paraId="77927E2E" w14:textId="77777777" w:rsidR="00712888" w:rsidRPr="00712888" w:rsidRDefault="00712888" w:rsidP="00712888">
      <w:pPr>
        <w:jc w:val="both"/>
        <w:rPr>
          <w:rFonts w:ascii="Times New Roman" w:hAnsi="Times New Roman" w:cs="Times New Roman"/>
          <w:b/>
          <w:sz w:val="24"/>
        </w:rPr>
      </w:pPr>
    </w:p>
    <w:p w14:paraId="6E2A7D53" w14:textId="7F5434C9" w:rsidR="00712888" w:rsidRPr="00712888" w:rsidRDefault="007E43E8" w:rsidP="0071288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712888" w:rsidRPr="00712888">
        <w:rPr>
          <w:rFonts w:ascii="Times New Roman" w:hAnsi="Times New Roman" w:cs="Times New Roman"/>
          <w:b/>
          <w:sz w:val="24"/>
        </w:rPr>
        <w:t>.</w:t>
      </w:r>
      <w:r w:rsidR="00712888" w:rsidRPr="00712888">
        <w:rPr>
          <w:rFonts w:ascii="Times New Roman" w:hAnsi="Times New Roman" w:cs="Times New Roman"/>
          <w:sz w:val="24"/>
        </w:rPr>
        <w:t xml:space="preserve"> </w:t>
      </w:r>
      <w:r w:rsidR="00712888" w:rsidRPr="00712888">
        <w:rPr>
          <w:rFonts w:ascii="Times New Roman" w:hAnsi="Times New Roman" w:cs="Times New Roman"/>
          <w:b/>
          <w:sz w:val="24"/>
        </w:rPr>
        <w:t>Declaramos estar cientes que:</w:t>
      </w:r>
    </w:p>
    <w:p w14:paraId="6F16C93E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58334589" w14:textId="4F30DB02" w:rsidR="00712888" w:rsidRPr="00712888" w:rsidRDefault="007E43E8" w:rsidP="00712888">
      <w:pPr>
        <w:pStyle w:val="NormalWeb"/>
        <w:shd w:val="clear" w:color="auto" w:fill="FFFFFF"/>
        <w:spacing w:before="0" w:beforeAutospacing="0" w:after="0" w:afterAutospacing="0"/>
        <w:ind w:left="284"/>
        <w:jc w:val="both"/>
        <w:rPr>
          <w:bCs/>
          <w:sz w:val="24"/>
        </w:rPr>
      </w:pPr>
      <w:r>
        <w:rPr>
          <w:b/>
          <w:sz w:val="24"/>
        </w:rPr>
        <w:t>5</w:t>
      </w:r>
      <w:r w:rsidR="00712888" w:rsidRPr="00712888">
        <w:rPr>
          <w:b/>
          <w:sz w:val="24"/>
        </w:rPr>
        <w:t xml:space="preserve">.1. </w:t>
      </w:r>
      <w:r w:rsidR="00712888" w:rsidRPr="00712888">
        <w:rPr>
          <w:bCs/>
          <w:sz w:val="24"/>
        </w:rPr>
        <w:t>Os valores indicados no contrato remuneram todos os elementos requeridos para o fornecimento do objeto, incluindo mão de obra, tributos incidentes e demais despesas, constituindo-se assim, a única remuneração devida pelos trabalhos contratados.</w:t>
      </w:r>
    </w:p>
    <w:p w14:paraId="41FF75E8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ind w:left="284"/>
        <w:jc w:val="both"/>
        <w:rPr>
          <w:sz w:val="24"/>
        </w:rPr>
      </w:pPr>
    </w:p>
    <w:p w14:paraId="005B16A8" w14:textId="33D379B8" w:rsidR="00712888" w:rsidRPr="00712888" w:rsidRDefault="007E43E8" w:rsidP="00712888">
      <w:p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5</w:t>
      </w:r>
      <w:r w:rsidR="00712888" w:rsidRPr="00712888">
        <w:rPr>
          <w:rFonts w:ascii="Times New Roman" w:hAnsi="Times New Roman" w:cs="Times New Roman"/>
          <w:b/>
          <w:sz w:val="24"/>
        </w:rPr>
        <w:t xml:space="preserve">.2. </w:t>
      </w:r>
      <w:r w:rsidR="00712888" w:rsidRPr="00712888">
        <w:rPr>
          <w:rFonts w:ascii="Times New Roman" w:hAnsi="Times New Roman" w:cs="Times New Roman"/>
          <w:sz w:val="24"/>
        </w:rPr>
        <w:t xml:space="preserve">O pagamento dos serviços contratados será realizado </w:t>
      </w:r>
      <w:r w:rsidR="002C7AA0">
        <w:rPr>
          <w:rFonts w:ascii="Times New Roman" w:hAnsi="Times New Roman" w:cs="Times New Roman"/>
          <w:sz w:val="24"/>
        </w:rPr>
        <w:t xml:space="preserve">em </w:t>
      </w:r>
      <w:r w:rsidR="00712888" w:rsidRPr="00712888">
        <w:rPr>
          <w:rFonts w:ascii="Times New Roman" w:hAnsi="Times New Roman" w:cs="Times New Roman"/>
          <w:sz w:val="24"/>
        </w:rPr>
        <w:t>até</w:t>
      </w:r>
      <w:r w:rsidR="002C7AA0">
        <w:rPr>
          <w:rFonts w:ascii="Times New Roman" w:hAnsi="Times New Roman" w:cs="Times New Roman"/>
          <w:sz w:val="24"/>
        </w:rPr>
        <w:t xml:space="preserve"> </w:t>
      </w:r>
      <w:r w:rsidR="002C7AA0" w:rsidRPr="002C7AA0">
        <w:rPr>
          <w:rFonts w:ascii="Times New Roman" w:hAnsi="Times New Roman" w:cs="Times New Roman"/>
          <w:b/>
          <w:sz w:val="24"/>
        </w:rPr>
        <w:t>10 (dez) dias úteis</w:t>
      </w:r>
      <w:r w:rsidR="00712888" w:rsidRPr="00712888">
        <w:rPr>
          <w:rFonts w:ascii="Times New Roman" w:hAnsi="Times New Roman" w:cs="Times New Roman"/>
          <w:sz w:val="24"/>
        </w:rPr>
        <w:t xml:space="preserve">, via depósito bancário, após a apresentação do documento de cobrança (nota fiscal, nota fiscal simplificada, documento auxiliar da nota fiscal eletrônica – </w:t>
      </w:r>
      <w:proofErr w:type="spellStart"/>
      <w:r w:rsidR="00712888" w:rsidRPr="00712888">
        <w:rPr>
          <w:rFonts w:ascii="Times New Roman" w:hAnsi="Times New Roman" w:cs="Times New Roman"/>
          <w:sz w:val="24"/>
        </w:rPr>
        <w:t>Danfe</w:t>
      </w:r>
      <w:proofErr w:type="spellEnd"/>
      <w:r w:rsidR="00712888" w:rsidRPr="00712888">
        <w:rPr>
          <w:rFonts w:ascii="Times New Roman" w:hAnsi="Times New Roman" w:cs="Times New Roman"/>
          <w:sz w:val="24"/>
        </w:rPr>
        <w:t>, fatura, fatura comercial e outros) pela contratada.</w:t>
      </w:r>
    </w:p>
    <w:p w14:paraId="4180E88C" w14:textId="77777777" w:rsidR="00712888" w:rsidRPr="00712888" w:rsidRDefault="00712888" w:rsidP="00712888">
      <w:p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</w:rPr>
      </w:pPr>
    </w:p>
    <w:p w14:paraId="09662193" w14:textId="0EDB614C" w:rsidR="00712888" w:rsidRPr="00712888" w:rsidRDefault="007E43E8" w:rsidP="00712888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5</w:t>
      </w:r>
      <w:r w:rsidR="00712888" w:rsidRPr="00712888">
        <w:rPr>
          <w:rFonts w:ascii="Times New Roman" w:hAnsi="Times New Roman" w:cs="Times New Roman"/>
          <w:b/>
          <w:bCs/>
          <w:sz w:val="24"/>
        </w:rPr>
        <w:t>.3.</w:t>
      </w:r>
      <w:r w:rsidR="00712888" w:rsidRPr="00712888">
        <w:rPr>
          <w:rFonts w:ascii="Times New Roman" w:hAnsi="Times New Roman" w:cs="Times New Roman"/>
          <w:bCs/>
          <w:sz w:val="24"/>
        </w:rPr>
        <w:t xml:space="preserve"> O Core-SP reterá dos valores faturados os tributos correspondentes ao objeto contratado e os recolherá diretamente aos cofres públicos, como determina a Lei Federal nº 9.430/96, regulamentada pela Instrução Normativa SRF nº 1.234 de 12/01/2012 e suas alterações, nas alíquotas constantes no Anexo I da referida Instrução Normativa. </w:t>
      </w:r>
    </w:p>
    <w:p w14:paraId="62506B48" w14:textId="77777777" w:rsidR="00712888" w:rsidRPr="00712888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</w:rPr>
      </w:pPr>
    </w:p>
    <w:p w14:paraId="423097C0" w14:textId="07D42D9F" w:rsidR="00712888" w:rsidRPr="00712888" w:rsidRDefault="007E43E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  <w:r>
        <w:rPr>
          <w:b/>
          <w:sz w:val="24"/>
        </w:rPr>
        <w:t>6</w:t>
      </w:r>
      <w:r w:rsidR="00712888" w:rsidRPr="00712888">
        <w:rPr>
          <w:b/>
          <w:sz w:val="24"/>
        </w:rPr>
        <w:t>. DADOS BANCÁRIOS:</w:t>
      </w:r>
    </w:p>
    <w:p w14:paraId="5D3A7E7C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28133DCE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712888">
        <w:rPr>
          <w:sz w:val="24"/>
        </w:rPr>
        <w:t>Banco: __________________ Código do Banco:</w:t>
      </w:r>
    </w:p>
    <w:p w14:paraId="0536CAC0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712888">
        <w:rPr>
          <w:sz w:val="24"/>
        </w:rPr>
        <w:t>Agência:</w:t>
      </w:r>
    </w:p>
    <w:p w14:paraId="220CE318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712888">
        <w:rPr>
          <w:sz w:val="24"/>
        </w:rPr>
        <w:t>Conta Corrente de Pessoa Jurídica:</w:t>
      </w:r>
    </w:p>
    <w:p w14:paraId="6370E429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</w:p>
    <w:p w14:paraId="7CEDEDEE" w14:textId="43269F75" w:rsidR="00712888" w:rsidRPr="00712888" w:rsidRDefault="007E43E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  <w:r>
        <w:rPr>
          <w:b/>
          <w:sz w:val="24"/>
        </w:rPr>
        <w:t>7</w:t>
      </w:r>
      <w:r w:rsidR="00712888" w:rsidRPr="00712888">
        <w:rPr>
          <w:b/>
          <w:sz w:val="24"/>
        </w:rPr>
        <w:t>.</w:t>
      </w:r>
      <w:r w:rsidR="00712888" w:rsidRPr="00712888">
        <w:rPr>
          <w:sz w:val="24"/>
        </w:rPr>
        <w:t xml:space="preserve"> </w:t>
      </w:r>
      <w:r w:rsidR="00712888" w:rsidRPr="00712888">
        <w:rPr>
          <w:b/>
          <w:sz w:val="24"/>
        </w:rPr>
        <w:t>PREPOSTO/RESPONSÁVEL TÉCNICO QUE REPRESENTARÁ A EMPRESA DURANTE A VIGÊNCIA DO CONTRATO:</w:t>
      </w:r>
    </w:p>
    <w:p w14:paraId="4ECDB906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712888">
        <w:rPr>
          <w:sz w:val="24"/>
        </w:rPr>
        <w:t>NOME:____________________________________</w:t>
      </w:r>
    </w:p>
    <w:p w14:paraId="453FF4DE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712888">
        <w:rPr>
          <w:sz w:val="24"/>
        </w:rPr>
        <w:t>CPF: ____________________________________</w:t>
      </w:r>
    </w:p>
    <w:p w14:paraId="72FEAC30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</w:p>
    <w:p w14:paraId="2F20B090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1422595C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sz w:val="24"/>
        </w:rPr>
      </w:pPr>
      <w:r w:rsidRPr="00712888">
        <w:rPr>
          <w:b/>
          <w:sz w:val="24"/>
        </w:rPr>
        <w:t>(Local), _____, de ______________de 2024</w:t>
      </w:r>
    </w:p>
    <w:p w14:paraId="04CAD81F" w14:textId="77777777" w:rsidR="00712888" w:rsidRPr="00712888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2F787D63" w14:textId="77777777" w:rsidR="00712888" w:rsidRPr="00712888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3C6F05EC" w14:textId="77777777" w:rsidR="00712888" w:rsidRPr="00712888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  <w:r w:rsidRPr="00712888">
        <w:rPr>
          <w:rFonts w:ascii="Times New Roman" w:hAnsi="Times New Roman" w:cs="Times New Roman"/>
          <w:b/>
          <w:sz w:val="24"/>
        </w:rPr>
        <w:t>___________________________________</w:t>
      </w:r>
    </w:p>
    <w:p w14:paraId="15BCA5A6" w14:textId="6F10E80B" w:rsidR="00F0237A" w:rsidRDefault="00712888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b/>
          <w:sz w:val="24"/>
        </w:rPr>
      </w:pPr>
      <w:r w:rsidRPr="00712888">
        <w:rPr>
          <w:rFonts w:ascii="Times New Roman" w:hAnsi="Times New Roman" w:cs="Times New Roman"/>
          <w:b/>
          <w:sz w:val="24"/>
        </w:rPr>
        <w:t>(assinatura, devidamente identificada)</w:t>
      </w:r>
    </w:p>
    <w:p w14:paraId="76A2D638" w14:textId="600115A8" w:rsidR="002974FD" w:rsidRDefault="002974FD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24A8BCDA" w14:textId="7861C378" w:rsidR="002974FD" w:rsidRDefault="002974FD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5994CF59" w14:textId="3CE373CE" w:rsidR="002974FD" w:rsidRDefault="002974FD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7CDE83F1" w14:textId="7F78BA25" w:rsidR="002974FD" w:rsidRDefault="002974FD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558A188C" w14:textId="77777777" w:rsidR="002974FD" w:rsidRDefault="002974FD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b/>
          <w:sz w:val="24"/>
        </w:rPr>
      </w:pPr>
      <w:bookmarkStart w:id="1" w:name="_GoBack"/>
      <w:bookmarkEnd w:id="1"/>
    </w:p>
    <w:p w14:paraId="3A0D4E80" w14:textId="332B0DC9" w:rsidR="00A00EC7" w:rsidRPr="007E43E8" w:rsidRDefault="00712888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color w:val="FF0000"/>
          <w:sz w:val="24"/>
        </w:rPr>
      </w:pPr>
      <w:r w:rsidRPr="007E43E8">
        <w:rPr>
          <w:rFonts w:ascii="Times New Roman" w:hAnsi="Times New Roman" w:cs="Times New Roman"/>
          <w:b/>
          <w:bCs/>
          <w:color w:val="FF0000"/>
          <w:sz w:val="24"/>
        </w:rPr>
        <w:t>PREENCHIDA EM PAPEL TIMBRADO DA EMPRESA E ASSINADA POR SEUS REPRESENTANTES LEGAIS OU PROCURADOR(ES) DEVIDAMENTE HABILITADO(S)</w:t>
      </w:r>
      <w:bookmarkStart w:id="2" w:name="_ANEXO_III_"/>
      <w:bookmarkEnd w:id="2"/>
    </w:p>
    <w:sectPr w:rsidR="00A00EC7" w:rsidRPr="007E43E8" w:rsidSect="003A1831">
      <w:headerReference w:type="default" r:id="rId11"/>
      <w:foot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38327" w14:textId="77777777" w:rsidR="003F1B24" w:rsidRDefault="003F1B24">
      <w:r>
        <w:separator/>
      </w:r>
    </w:p>
  </w:endnote>
  <w:endnote w:type="continuationSeparator" w:id="0">
    <w:p w14:paraId="469DB0F6" w14:textId="77777777" w:rsidR="003F1B24" w:rsidRDefault="003F1B24">
      <w:r>
        <w:continuationSeparator/>
      </w:r>
    </w:p>
  </w:endnote>
  <w:endnote w:type="continuationNotice" w:id="1">
    <w:p w14:paraId="0A9767B9" w14:textId="77777777" w:rsidR="003F1B24" w:rsidRDefault="003F1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83E3A" w14:textId="36F3CCFC" w:rsidR="00072998" w:rsidRDefault="00072998">
    <w:pPr>
      <w:pStyle w:val="Rodap"/>
      <w:jc w:val="right"/>
    </w:pPr>
  </w:p>
  <w:p w14:paraId="2931A76D" w14:textId="77777777" w:rsidR="00072998" w:rsidRDefault="0007299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EE514" w14:textId="77777777" w:rsidR="003F1B24" w:rsidRDefault="003F1B24">
      <w:r>
        <w:separator/>
      </w:r>
    </w:p>
  </w:footnote>
  <w:footnote w:type="continuationSeparator" w:id="0">
    <w:p w14:paraId="59207639" w14:textId="77777777" w:rsidR="003F1B24" w:rsidRDefault="003F1B24">
      <w:r>
        <w:continuationSeparator/>
      </w:r>
    </w:p>
  </w:footnote>
  <w:footnote w:type="continuationNotice" w:id="1">
    <w:p w14:paraId="1E7E76D0" w14:textId="77777777" w:rsidR="003F1B24" w:rsidRDefault="003F1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C5818" w14:textId="29E8D9BA" w:rsidR="00333750" w:rsidRPr="00B75647" w:rsidRDefault="00333750" w:rsidP="00333750">
    <w:pPr>
      <w:pStyle w:val="Cabealho"/>
      <w:tabs>
        <w:tab w:val="clear" w:pos="8504"/>
        <w:tab w:val="right" w:pos="7938"/>
        <w:tab w:val="left" w:pos="8364"/>
        <w:tab w:val="right" w:pos="8505"/>
      </w:tabs>
      <w:ind w:right="566"/>
      <w:jc w:val="center"/>
      <w:rPr>
        <w:rFonts w:ascii="Times New Roman" w:hAnsi="Times New Roman"/>
        <w:sz w:val="60"/>
        <w:szCs w:val="60"/>
      </w:rPr>
    </w:pPr>
    <w:r w:rsidRPr="00333750">
      <w:t xml:space="preserve"> </w:t>
    </w:r>
    <w:r w:rsidRPr="00B75647">
      <w:rPr>
        <w:rFonts w:ascii="Times New Roman" w:hAnsi="Times New Roman"/>
        <w:sz w:val="60"/>
        <w:szCs w:val="60"/>
      </w:rPr>
      <w:t>Papel Timbrado do Fornecedor</w:t>
    </w:r>
  </w:p>
  <w:p w14:paraId="5B1C5966" w14:textId="77777777" w:rsidR="00333750" w:rsidRPr="00096390" w:rsidRDefault="00333750" w:rsidP="00333750">
    <w:pPr>
      <w:pStyle w:val="Cabealho"/>
      <w:tabs>
        <w:tab w:val="clear" w:pos="8504"/>
        <w:tab w:val="right" w:pos="7938"/>
        <w:tab w:val="left" w:pos="8364"/>
      </w:tabs>
      <w:ind w:right="707"/>
      <w:jc w:val="right"/>
      <w:rPr>
        <w:rFonts w:ascii="Calibri" w:hAnsi="Calibri"/>
      </w:rPr>
    </w:pPr>
    <w:r w:rsidRPr="00096390">
      <w:rPr>
        <w:rFonts w:ascii="Calibri" w:hAnsi="Calibri"/>
      </w:rPr>
      <w:t xml:space="preserve">   </w:t>
    </w:r>
  </w:p>
  <w:p w14:paraId="445CD0A7" w14:textId="35C288F4" w:rsidR="00951B15" w:rsidRDefault="00951B1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588605F"/>
    <w:multiLevelType w:val="multilevel"/>
    <w:tmpl w:val="8B802A1A"/>
    <w:lvl w:ilvl="0">
      <w:start w:val="1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1D5C100D"/>
    <w:multiLevelType w:val="multilevel"/>
    <w:tmpl w:val="536EFAB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1069A9"/>
    <w:multiLevelType w:val="hybridMultilevel"/>
    <w:tmpl w:val="7374B8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282"/>
    <w:rsid w:val="0000022D"/>
    <w:rsid w:val="0000236D"/>
    <w:rsid w:val="00003298"/>
    <w:rsid w:val="0000392B"/>
    <w:rsid w:val="00012383"/>
    <w:rsid w:val="000135C0"/>
    <w:rsid w:val="0001661B"/>
    <w:rsid w:val="0001733C"/>
    <w:rsid w:val="0002260C"/>
    <w:rsid w:val="0002306D"/>
    <w:rsid w:val="000242C8"/>
    <w:rsid w:val="00027155"/>
    <w:rsid w:val="000318BA"/>
    <w:rsid w:val="000349AF"/>
    <w:rsid w:val="00034A29"/>
    <w:rsid w:val="00040957"/>
    <w:rsid w:val="00045830"/>
    <w:rsid w:val="00047D73"/>
    <w:rsid w:val="000528E5"/>
    <w:rsid w:val="00056433"/>
    <w:rsid w:val="00060414"/>
    <w:rsid w:val="00062853"/>
    <w:rsid w:val="00062C9B"/>
    <w:rsid w:val="00063CC2"/>
    <w:rsid w:val="00064D33"/>
    <w:rsid w:val="0006537A"/>
    <w:rsid w:val="000670EC"/>
    <w:rsid w:val="000677A2"/>
    <w:rsid w:val="00070EA5"/>
    <w:rsid w:val="00072998"/>
    <w:rsid w:val="00073282"/>
    <w:rsid w:val="00076CBC"/>
    <w:rsid w:val="000779C7"/>
    <w:rsid w:val="00081098"/>
    <w:rsid w:val="0008197F"/>
    <w:rsid w:val="00087EF2"/>
    <w:rsid w:val="00090D05"/>
    <w:rsid w:val="00090F5D"/>
    <w:rsid w:val="00092759"/>
    <w:rsid w:val="000932F7"/>
    <w:rsid w:val="00093CC3"/>
    <w:rsid w:val="00094321"/>
    <w:rsid w:val="00096752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21AD"/>
    <w:rsid w:val="000C2C16"/>
    <w:rsid w:val="000C5EE4"/>
    <w:rsid w:val="000C670A"/>
    <w:rsid w:val="000D2A1E"/>
    <w:rsid w:val="000D2AC3"/>
    <w:rsid w:val="000D418A"/>
    <w:rsid w:val="000E25A7"/>
    <w:rsid w:val="000F1C1C"/>
    <w:rsid w:val="000F3AC9"/>
    <w:rsid w:val="000F4088"/>
    <w:rsid w:val="000F4F96"/>
    <w:rsid w:val="000F5A07"/>
    <w:rsid w:val="001007AB"/>
    <w:rsid w:val="00100990"/>
    <w:rsid w:val="00105707"/>
    <w:rsid w:val="001060BC"/>
    <w:rsid w:val="001103FF"/>
    <w:rsid w:val="00110F04"/>
    <w:rsid w:val="00113EEB"/>
    <w:rsid w:val="00120243"/>
    <w:rsid w:val="0012163E"/>
    <w:rsid w:val="001219B0"/>
    <w:rsid w:val="00123B54"/>
    <w:rsid w:val="00124990"/>
    <w:rsid w:val="00124BB7"/>
    <w:rsid w:val="00124FA4"/>
    <w:rsid w:val="001304C0"/>
    <w:rsid w:val="001315F2"/>
    <w:rsid w:val="0014004B"/>
    <w:rsid w:val="0014325E"/>
    <w:rsid w:val="00146BDF"/>
    <w:rsid w:val="001478B4"/>
    <w:rsid w:val="001516EA"/>
    <w:rsid w:val="001522FF"/>
    <w:rsid w:val="00153E25"/>
    <w:rsid w:val="00154505"/>
    <w:rsid w:val="0015684D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95029"/>
    <w:rsid w:val="00197799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41C7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47BE"/>
    <w:rsid w:val="00235489"/>
    <w:rsid w:val="00240B17"/>
    <w:rsid w:val="00241D78"/>
    <w:rsid w:val="00244C5C"/>
    <w:rsid w:val="00246DAE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5A47"/>
    <w:rsid w:val="00276ECC"/>
    <w:rsid w:val="00277933"/>
    <w:rsid w:val="0028765E"/>
    <w:rsid w:val="0029037D"/>
    <w:rsid w:val="002937D4"/>
    <w:rsid w:val="0029415B"/>
    <w:rsid w:val="00294F04"/>
    <w:rsid w:val="002974FD"/>
    <w:rsid w:val="002C4B47"/>
    <w:rsid w:val="002C50DF"/>
    <w:rsid w:val="002C54C1"/>
    <w:rsid w:val="002C7035"/>
    <w:rsid w:val="002C7AA0"/>
    <w:rsid w:val="002D38D1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02A99"/>
    <w:rsid w:val="00310B4A"/>
    <w:rsid w:val="00311170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33750"/>
    <w:rsid w:val="00340EE0"/>
    <w:rsid w:val="00343032"/>
    <w:rsid w:val="003441F5"/>
    <w:rsid w:val="00352D2C"/>
    <w:rsid w:val="00353658"/>
    <w:rsid w:val="0035482B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870A2"/>
    <w:rsid w:val="003900AF"/>
    <w:rsid w:val="0039126B"/>
    <w:rsid w:val="00391E14"/>
    <w:rsid w:val="003959F6"/>
    <w:rsid w:val="003961C9"/>
    <w:rsid w:val="003A1831"/>
    <w:rsid w:val="003A4205"/>
    <w:rsid w:val="003A73C1"/>
    <w:rsid w:val="003B263A"/>
    <w:rsid w:val="003B791E"/>
    <w:rsid w:val="003C609E"/>
    <w:rsid w:val="003C6275"/>
    <w:rsid w:val="003D148A"/>
    <w:rsid w:val="003D69A5"/>
    <w:rsid w:val="003E124C"/>
    <w:rsid w:val="003E34F6"/>
    <w:rsid w:val="003E4927"/>
    <w:rsid w:val="003E4D76"/>
    <w:rsid w:val="003E5496"/>
    <w:rsid w:val="003E55B1"/>
    <w:rsid w:val="003E6A67"/>
    <w:rsid w:val="003F004A"/>
    <w:rsid w:val="003F1437"/>
    <w:rsid w:val="003F17EC"/>
    <w:rsid w:val="003F185C"/>
    <w:rsid w:val="003F1B24"/>
    <w:rsid w:val="003F36A3"/>
    <w:rsid w:val="003F3D97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27CAD"/>
    <w:rsid w:val="004301A7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09FC"/>
    <w:rsid w:val="00453B1D"/>
    <w:rsid w:val="00455CBE"/>
    <w:rsid w:val="00455EB7"/>
    <w:rsid w:val="00455FD5"/>
    <w:rsid w:val="00460E8A"/>
    <w:rsid w:val="0046230A"/>
    <w:rsid w:val="00462C95"/>
    <w:rsid w:val="0046486A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A57A5"/>
    <w:rsid w:val="004B05B0"/>
    <w:rsid w:val="004B0CAC"/>
    <w:rsid w:val="004B19B5"/>
    <w:rsid w:val="004B1D7D"/>
    <w:rsid w:val="004B460A"/>
    <w:rsid w:val="004B4B8A"/>
    <w:rsid w:val="004B6A16"/>
    <w:rsid w:val="004C0212"/>
    <w:rsid w:val="004C05F9"/>
    <w:rsid w:val="004C3353"/>
    <w:rsid w:val="004D087F"/>
    <w:rsid w:val="004D551E"/>
    <w:rsid w:val="004D7F7B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30F9A"/>
    <w:rsid w:val="0053132E"/>
    <w:rsid w:val="00534CBF"/>
    <w:rsid w:val="00546070"/>
    <w:rsid w:val="00553BF9"/>
    <w:rsid w:val="00561C04"/>
    <w:rsid w:val="0056213B"/>
    <w:rsid w:val="00562F82"/>
    <w:rsid w:val="00563CBA"/>
    <w:rsid w:val="00564913"/>
    <w:rsid w:val="0057203C"/>
    <w:rsid w:val="005800D8"/>
    <w:rsid w:val="005846C9"/>
    <w:rsid w:val="005873FC"/>
    <w:rsid w:val="00590EAF"/>
    <w:rsid w:val="00595DA6"/>
    <w:rsid w:val="005A29AA"/>
    <w:rsid w:val="005A6A91"/>
    <w:rsid w:val="005B0043"/>
    <w:rsid w:val="005B0066"/>
    <w:rsid w:val="005B034B"/>
    <w:rsid w:val="005B6EC3"/>
    <w:rsid w:val="005C3930"/>
    <w:rsid w:val="005C76D8"/>
    <w:rsid w:val="005D2DB3"/>
    <w:rsid w:val="005E005D"/>
    <w:rsid w:val="005E1321"/>
    <w:rsid w:val="005E2DD4"/>
    <w:rsid w:val="005E412D"/>
    <w:rsid w:val="005E4CDC"/>
    <w:rsid w:val="005E6D43"/>
    <w:rsid w:val="005F64F4"/>
    <w:rsid w:val="005F6F64"/>
    <w:rsid w:val="005F7B0A"/>
    <w:rsid w:val="00600604"/>
    <w:rsid w:val="00601C20"/>
    <w:rsid w:val="00602554"/>
    <w:rsid w:val="00605C11"/>
    <w:rsid w:val="00606440"/>
    <w:rsid w:val="006078C2"/>
    <w:rsid w:val="00613DC5"/>
    <w:rsid w:val="006171A9"/>
    <w:rsid w:val="00623436"/>
    <w:rsid w:val="00625193"/>
    <w:rsid w:val="00632218"/>
    <w:rsid w:val="006400E3"/>
    <w:rsid w:val="00640F39"/>
    <w:rsid w:val="00655AAF"/>
    <w:rsid w:val="00656A30"/>
    <w:rsid w:val="00662AC4"/>
    <w:rsid w:val="006673E7"/>
    <w:rsid w:val="0067266A"/>
    <w:rsid w:val="00674964"/>
    <w:rsid w:val="00680B7E"/>
    <w:rsid w:val="00683B94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5F42"/>
    <w:rsid w:val="006A6103"/>
    <w:rsid w:val="006B10ED"/>
    <w:rsid w:val="006B156A"/>
    <w:rsid w:val="006B4F18"/>
    <w:rsid w:val="006B51B2"/>
    <w:rsid w:val="006B52BD"/>
    <w:rsid w:val="006C17A0"/>
    <w:rsid w:val="006C49D5"/>
    <w:rsid w:val="006C755F"/>
    <w:rsid w:val="006D27E3"/>
    <w:rsid w:val="006D3F97"/>
    <w:rsid w:val="006D4135"/>
    <w:rsid w:val="006E0448"/>
    <w:rsid w:val="006E09F2"/>
    <w:rsid w:val="006E1DF9"/>
    <w:rsid w:val="006E721C"/>
    <w:rsid w:val="006F3EE2"/>
    <w:rsid w:val="006F5FE4"/>
    <w:rsid w:val="006F743A"/>
    <w:rsid w:val="006F7BAF"/>
    <w:rsid w:val="00700695"/>
    <w:rsid w:val="00700CBD"/>
    <w:rsid w:val="00700FB1"/>
    <w:rsid w:val="0070207F"/>
    <w:rsid w:val="007028C7"/>
    <w:rsid w:val="00702D19"/>
    <w:rsid w:val="00704462"/>
    <w:rsid w:val="007053F2"/>
    <w:rsid w:val="00710C7E"/>
    <w:rsid w:val="00712888"/>
    <w:rsid w:val="00714E7C"/>
    <w:rsid w:val="007152C7"/>
    <w:rsid w:val="00722E0D"/>
    <w:rsid w:val="00723039"/>
    <w:rsid w:val="0073044F"/>
    <w:rsid w:val="00732294"/>
    <w:rsid w:val="00733DE0"/>
    <w:rsid w:val="007357C5"/>
    <w:rsid w:val="00736C27"/>
    <w:rsid w:val="00737628"/>
    <w:rsid w:val="0074032D"/>
    <w:rsid w:val="00740D25"/>
    <w:rsid w:val="00741328"/>
    <w:rsid w:val="007540F7"/>
    <w:rsid w:val="0075531C"/>
    <w:rsid w:val="00756F76"/>
    <w:rsid w:val="007572FF"/>
    <w:rsid w:val="007579BB"/>
    <w:rsid w:val="00761FF6"/>
    <w:rsid w:val="007679B9"/>
    <w:rsid w:val="0077024E"/>
    <w:rsid w:val="007704C4"/>
    <w:rsid w:val="00771167"/>
    <w:rsid w:val="00776572"/>
    <w:rsid w:val="00776D50"/>
    <w:rsid w:val="0077738D"/>
    <w:rsid w:val="007774C2"/>
    <w:rsid w:val="00787771"/>
    <w:rsid w:val="00787D28"/>
    <w:rsid w:val="0079000C"/>
    <w:rsid w:val="0079052A"/>
    <w:rsid w:val="00790D93"/>
    <w:rsid w:val="007918CE"/>
    <w:rsid w:val="00791CD7"/>
    <w:rsid w:val="0079430D"/>
    <w:rsid w:val="00796073"/>
    <w:rsid w:val="0079754C"/>
    <w:rsid w:val="007A1395"/>
    <w:rsid w:val="007A7341"/>
    <w:rsid w:val="007A7556"/>
    <w:rsid w:val="007A7AD3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85B"/>
    <w:rsid w:val="007E3F65"/>
    <w:rsid w:val="007E43E8"/>
    <w:rsid w:val="007E4C7D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09AF"/>
    <w:rsid w:val="008010EF"/>
    <w:rsid w:val="00801F4C"/>
    <w:rsid w:val="00803805"/>
    <w:rsid w:val="0080437F"/>
    <w:rsid w:val="0080582D"/>
    <w:rsid w:val="00806D9B"/>
    <w:rsid w:val="0080756C"/>
    <w:rsid w:val="00812ACB"/>
    <w:rsid w:val="008147F8"/>
    <w:rsid w:val="00821930"/>
    <w:rsid w:val="00821B3A"/>
    <w:rsid w:val="008231C8"/>
    <w:rsid w:val="00831204"/>
    <w:rsid w:val="00831208"/>
    <w:rsid w:val="00832BF8"/>
    <w:rsid w:val="00834300"/>
    <w:rsid w:val="00835A02"/>
    <w:rsid w:val="00835E74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57A62"/>
    <w:rsid w:val="008601A9"/>
    <w:rsid w:val="00865B0D"/>
    <w:rsid w:val="00871B33"/>
    <w:rsid w:val="00872949"/>
    <w:rsid w:val="008731C2"/>
    <w:rsid w:val="00876C12"/>
    <w:rsid w:val="008821F3"/>
    <w:rsid w:val="00886C81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57D5"/>
    <w:rsid w:val="008C5C07"/>
    <w:rsid w:val="008D0EE5"/>
    <w:rsid w:val="008D2CAF"/>
    <w:rsid w:val="008D3A48"/>
    <w:rsid w:val="008D3ACE"/>
    <w:rsid w:val="008D459C"/>
    <w:rsid w:val="008D51CC"/>
    <w:rsid w:val="008E0B58"/>
    <w:rsid w:val="008E1D57"/>
    <w:rsid w:val="008E42DD"/>
    <w:rsid w:val="008E4F95"/>
    <w:rsid w:val="008E5183"/>
    <w:rsid w:val="008E710F"/>
    <w:rsid w:val="008F4D52"/>
    <w:rsid w:val="008F4E41"/>
    <w:rsid w:val="0090408D"/>
    <w:rsid w:val="00904E6B"/>
    <w:rsid w:val="00905972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36B6F"/>
    <w:rsid w:val="00941580"/>
    <w:rsid w:val="00942457"/>
    <w:rsid w:val="00942792"/>
    <w:rsid w:val="00944E0C"/>
    <w:rsid w:val="00950D81"/>
    <w:rsid w:val="00951B15"/>
    <w:rsid w:val="00953772"/>
    <w:rsid w:val="009543EB"/>
    <w:rsid w:val="009623AB"/>
    <w:rsid w:val="00970053"/>
    <w:rsid w:val="00970A6B"/>
    <w:rsid w:val="009763C4"/>
    <w:rsid w:val="009803F1"/>
    <w:rsid w:val="00981553"/>
    <w:rsid w:val="009844F7"/>
    <w:rsid w:val="009906A3"/>
    <w:rsid w:val="0099079E"/>
    <w:rsid w:val="00995FFD"/>
    <w:rsid w:val="0099636C"/>
    <w:rsid w:val="009A1099"/>
    <w:rsid w:val="009A2334"/>
    <w:rsid w:val="009A34CB"/>
    <w:rsid w:val="009A45B0"/>
    <w:rsid w:val="009A6A6F"/>
    <w:rsid w:val="009B1B69"/>
    <w:rsid w:val="009B5BC4"/>
    <w:rsid w:val="009B7089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1BDC"/>
    <w:rsid w:val="009F419C"/>
    <w:rsid w:val="009F43E0"/>
    <w:rsid w:val="009F4CFF"/>
    <w:rsid w:val="009F6D7E"/>
    <w:rsid w:val="00A00EC7"/>
    <w:rsid w:val="00A01139"/>
    <w:rsid w:val="00A055A5"/>
    <w:rsid w:val="00A1117E"/>
    <w:rsid w:val="00A12A7C"/>
    <w:rsid w:val="00A1330E"/>
    <w:rsid w:val="00A14062"/>
    <w:rsid w:val="00A15ACB"/>
    <w:rsid w:val="00A22DB3"/>
    <w:rsid w:val="00A237A1"/>
    <w:rsid w:val="00A2471D"/>
    <w:rsid w:val="00A25E48"/>
    <w:rsid w:val="00A34BFA"/>
    <w:rsid w:val="00A3644B"/>
    <w:rsid w:val="00A402A1"/>
    <w:rsid w:val="00A44175"/>
    <w:rsid w:val="00A44A1A"/>
    <w:rsid w:val="00A45458"/>
    <w:rsid w:val="00A4565E"/>
    <w:rsid w:val="00A47893"/>
    <w:rsid w:val="00A47ED5"/>
    <w:rsid w:val="00A50D22"/>
    <w:rsid w:val="00A512C3"/>
    <w:rsid w:val="00A53390"/>
    <w:rsid w:val="00A571FE"/>
    <w:rsid w:val="00A60395"/>
    <w:rsid w:val="00A60DD8"/>
    <w:rsid w:val="00A6183D"/>
    <w:rsid w:val="00A6287E"/>
    <w:rsid w:val="00A63B1B"/>
    <w:rsid w:val="00A66FE8"/>
    <w:rsid w:val="00A77C2C"/>
    <w:rsid w:val="00A77DAE"/>
    <w:rsid w:val="00A80062"/>
    <w:rsid w:val="00A83677"/>
    <w:rsid w:val="00A84ED6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B52EF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A3C"/>
    <w:rsid w:val="00B23F8B"/>
    <w:rsid w:val="00B27724"/>
    <w:rsid w:val="00B30F3D"/>
    <w:rsid w:val="00B367AD"/>
    <w:rsid w:val="00B42057"/>
    <w:rsid w:val="00B432A0"/>
    <w:rsid w:val="00B4738B"/>
    <w:rsid w:val="00B50E09"/>
    <w:rsid w:val="00B517F7"/>
    <w:rsid w:val="00B52AFC"/>
    <w:rsid w:val="00B52EFE"/>
    <w:rsid w:val="00B54C1E"/>
    <w:rsid w:val="00B54DC8"/>
    <w:rsid w:val="00B55B91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0DF5"/>
    <w:rsid w:val="00B92C22"/>
    <w:rsid w:val="00B92C59"/>
    <w:rsid w:val="00B95BFE"/>
    <w:rsid w:val="00B96C22"/>
    <w:rsid w:val="00B972D3"/>
    <w:rsid w:val="00B97D19"/>
    <w:rsid w:val="00BA1705"/>
    <w:rsid w:val="00BA2132"/>
    <w:rsid w:val="00BA38D8"/>
    <w:rsid w:val="00BA5AAA"/>
    <w:rsid w:val="00BB0395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A7F"/>
    <w:rsid w:val="00C00F37"/>
    <w:rsid w:val="00C03F51"/>
    <w:rsid w:val="00C10CC7"/>
    <w:rsid w:val="00C13225"/>
    <w:rsid w:val="00C14C86"/>
    <w:rsid w:val="00C15A31"/>
    <w:rsid w:val="00C21DA2"/>
    <w:rsid w:val="00C229F8"/>
    <w:rsid w:val="00C25803"/>
    <w:rsid w:val="00C26FD3"/>
    <w:rsid w:val="00C322F1"/>
    <w:rsid w:val="00C325B9"/>
    <w:rsid w:val="00C33284"/>
    <w:rsid w:val="00C371FA"/>
    <w:rsid w:val="00C41B5E"/>
    <w:rsid w:val="00C4251D"/>
    <w:rsid w:val="00C44F67"/>
    <w:rsid w:val="00C46167"/>
    <w:rsid w:val="00C46F61"/>
    <w:rsid w:val="00C47494"/>
    <w:rsid w:val="00C47BB2"/>
    <w:rsid w:val="00C512B9"/>
    <w:rsid w:val="00C51C28"/>
    <w:rsid w:val="00C53456"/>
    <w:rsid w:val="00C60C2D"/>
    <w:rsid w:val="00C62259"/>
    <w:rsid w:val="00C70043"/>
    <w:rsid w:val="00C70E0D"/>
    <w:rsid w:val="00C730B4"/>
    <w:rsid w:val="00C735EB"/>
    <w:rsid w:val="00C73861"/>
    <w:rsid w:val="00C7388B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5635"/>
    <w:rsid w:val="00CB6FF5"/>
    <w:rsid w:val="00CB766B"/>
    <w:rsid w:val="00CB7DCA"/>
    <w:rsid w:val="00CC356D"/>
    <w:rsid w:val="00CD109D"/>
    <w:rsid w:val="00CD1E9D"/>
    <w:rsid w:val="00CD5347"/>
    <w:rsid w:val="00CD5D7C"/>
    <w:rsid w:val="00CD6ABB"/>
    <w:rsid w:val="00CD7D9D"/>
    <w:rsid w:val="00CE5CF2"/>
    <w:rsid w:val="00D00A5D"/>
    <w:rsid w:val="00D00A87"/>
    <w:rsid w:val="00D02F2F"/>
    <w:rsid w:val="00D10078"/>
    <w:rsid w:val="00D13087"/>
    <w:rsid w:val="00D139AB"/>
    <w:rsid w:val="00D16FA0"/>
    <w:rsid w:val="00D2397D"/>
    <w:rsid w:val="00D241FF"/>
    <w:rsid w:val="00D25D36"/>
    <w:rsid w:val="00D26DCE"/>
    <w:rsid w:val="00D37DC8"/>
    <w:rsid w:val="00D41AF6"/>
    <w:rsid w:val="00D44AB2"/>
    <w:rsid w:val="00D5130A"/>
    <w:rsid w:val="00D51769"/>
    <w:rsid w:val="00D522D8"/>
    <w:rsid w:val="00D5233B"/>
    <w:rsid w:val="00D5491C"/>
    <w:rsid w:val="00D554E8"/>
    <w:rsid w:val="00D5748E"/>
    <w:rsid w:val="00D612A9"/>
    <w:rsid w:val="00D61896"/>
    <w:rsid w:val="00D61C9A"/>
    <w:rsid w:val="00D644E4"/>
    <w:rsid w:val="00D66935"/>
    <w:rsid w:val="00D77D52"/>
    <w:rsid w:val="00D80021"/>
    <w:rsid w:val="00D806B9"/>
    <w:rsid w:val="00D8724C"/>
    <w:rsid w:val="00D8779F"/>
    <w:rsid w:val="00D938C1"/>
    <w:rsid w:val="00D955F9"/>
    <w:rsid w:val="00DA30CA"/>
    <w:rsid w:val="00DA47A8"/>
    <w:rsid w:val="00DA7D17"/>
    <w:rsid w:val="00DB3592"/>
    <w:rsid w:val="00DB4C93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316FF"/>
    <w:rsid w:val="00E3276D"/>
    <w:rsid w:val="00E3427E"/>
    <w:rsid w:val="00E342D9"/>
    <w:rsid w:val="00E41AD6"/>
    <w:rsid w:val="00E42017"/>
    <w:rsid w:val="00E42730"/>
    <w:rsid w:val="00E42AE5"/>
    <w:rsid w:val="00E46268"/>
    <w:rsid w:val="00E46400"/>
    <w:rsid w:val="00E47776"/>
    <w:rsid w:val="00E55854"/>
    <w:rsid w:val="00E61821"/>
    <w:rsid w:val="00E628AD"/>
    <w:rsid w:val="00E64339"/>
    <w:rsid w:val="00E658A3"/>
    <w:rsid w:val="00E677BD"/>
    <w:rsid w:val="00E70C44"/>
    <w:rsid w:val="00E72B6E"/>
    <w:rsid w:val="00E8114B"/>
    <w:rsid w:val="00E829ED"/>
    <w:rsid w:val="00E86395"/>
    <w:rsid w:val="00E872A7"/>
    <w:rsid w:val="00E94BFB"/>
    <w:rsid w:val="00E95A23"/>
    <w:rsid w:val="00EA19E9"/>
    <w:rsid w:val="00EA1B6F"/>
    <w:rsid w:val="00EA29F6"/>
    <w:rsid w:val="00EA369D"/>
    <w:rsid w:val="00EA411E"/>
    <w:rsid w:val="00EA46E8"/>
    <w:rsid w:val="00EA6202"/>
    <w:rsid w:val="00EA641F"/>
    <w:rsid w:val="00EA6A5A"/>
    <w:rsid w:val="00EB19E0"/>
    <w:rsid w:val="00EB5930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18EF"/>
    <w:rsid w:val="00EE220A"/>
    <w:rsid w:val="00EE2853"/>
    <w:rsid w:val="00EF099E"/>
    <w:rsid w:val="00EF5D36"/>
    <w:rsid w:val="00EF66FC"/>
    <w:rsid w:val="00EF6C43"/>
    <w:rsid w:val="00EF7D88"/>
    <w:rsid w:val="00F00D14"/>
    <w:rsid w:val="00F0135B"/>
    <w:rsid w:val="00F0237A"/>
    <w:rsid w:val="00F02E73"/>
    <w:rsid w:val="00F10140"/>
    <w:rsid w:val="00F108DB"/>
    <w:rsid w:val="00F11BAF"/>
    <w:rsid w:val="00F11CE3"/>
    <w:rsid w:val="00F16BC9"/>
    <w:rsid w:val="00F16FDF"/>
    <w:rsid w:val="00F17DCE"/>
    <w:rsid w:val="00F22750"/>
    <w:rsid w:val="00F23CA1"/>
    <w:rsid w:val="00F2401A"/>
    <w:rsid w:val="00F2646F"/>
    <w:rsid w:val="00F2756D"/>
    <w:rsid w:val="00F27CBF"/>
    <w:rsid w:val="00F27E65"/>
    <w:rsid w:val="00F30246"/>
    <w:rsid w:val="00F405C9"/>
    <w:rsid w:val="00F40A19"/>
    <w:rsid w:val="00F414CD"/>
    <w:rsid w:val="00F414F8"/>
    <w:rsid w:val="00F43FAB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5135"/>
    <w:rsid w:val="00FA6905"/>
    <w:rsid w:val="00FA7A01"/>
    <w:rsid w:val="00FB03E9"/>
    <w:rsid w:val="00FB0785"/>
    <w:rsid w:val="00FB4456"/>
    <w:rsid w:val="00FB5D74"/>
    <w:rsid w:val="00FC3A0E"/>
    <w:rsid w:val="00FC4F8D"/>
    <w:rsid w:val="00FC62D5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370E82"/>
  <w15:docId w15:val="{F82C2ECE-7D4B-460B-B3BF-82C6AE04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  <w:style w:type="paragraph" w:styleId="CabealhodoSumrio">
    <w:name w:val="TOC Heading"/>
    <w:basedOn w:val="Ttulo1"/>
    <w:next w:val="Normal"/>
    <w:uiPriority w:val="39"/>
    <w:unhideWhenUsed/>
    <w:qFormat/>
    <w:rsid w:val="00D8779F"/>
    <w:pPr>
      <w:spacing w:line="259" w:lineRule="auto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D8779F"/>
    <w:pPr>
      <w:spacing w:after="100"/>
    </w:pPr>
  </w:style>
  <w:style w:type="paragraph" w:customStyle="1" w:styleId="Default">
    <w:name w:val="Default"/>
    <w:rsid w:val="00951B1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merodepgina">
    <w:name w:val="page number"/>
    <w:basedOn w:val="Fontepargpadro"/>
    <w:uiPriority w:val="99"/>
    <w:unhideWhenUsed/>
    <w:rsid w:val="00FB0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A346E-3D65-4908-BFD2-3547E530E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F4DC28-420F-4EC0-B634-F632762EE51C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52c93ea8-e2de-466c-b401-d7fabeb9490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8FD461D3-1DA4-4B0D-96DD-211C24B66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58</TotalTime>
  <Pages>6</Pages>
  <Words>1290</Words>
  <Characters>7470</Characters>
  <Application>Microsoft Office Word</Application>
  <DocSecurity>0</DocSecurity>
  <Lines>62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CRT-SP</dc:creator>
  <cp:lastModifiedBy>Graziella Paula Atum Dorta</cp:lastModifiedBy>
  <cp:revision>56</cp:revision>
  <cp:lastPrinted>2024-12-06T19:10:00Z</cp:lastPrinted>
  <dcterms:created xsi:type="dcterms:W3CDTF">2024-02-08T12:55:00Z</dcterms:created>
  <dcterms:modified xsi:type="dcterms:W3CDTF">2025-02-05T20:47:00Z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